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402553" w:rsidRDefault="008B41D1" w:rsidP="00402553">
      <w:pPr>
        <w:rPr>
          <w:rFonts w:ascii="Arial" w:hAnsi="Arial" w:cs="Arial"/>
          <w:szCs w:val="22"/>
        </w:rPr>
      </w:pPr>
      <w:r w:rsidRPr="00402553">
        <w:rPr>
          <w:rFonts w:ascii="Arial" w:hAnsi="Arial" w:cs="Arial"/>
          <w:noProof/>
          <w:szCs w:val="22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402553" w:rsidRDefault="001239ED" w:rsidP="00402553">
      <w:pPr>
        <w:pStyle w:val="En-tte"/>
        <w:tabs>
          <w:tab w:val="clear" w:pos="4536"/>
          <w:tab w:val="left" w:pos="1134"/>
        </w:tabs>
        <w:rPr>
          <w:rFonts w:ascii="Arial" w:hAnsi="Arial" w:cs="Arial"/>
          <w:szCs w:val="22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402553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402553" w:rsidRDefault="000B3232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Niveau de classification</w:t>
            </w:r>
          </w:p>
        </w:tc>
      </w:tr>
      <w:tr w:rsidR="0096520E" w:rsidRPr="00402553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402553" w:rsidRDefault="007A749E" w:rsidP="0040255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402553" w:rsidRDefault="007A749E" w:rsidP="0040255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NP</w:t>
            </w:r>
          </w:p>
        </w:tc>
      </w:tr>
      <w:tr w:rsidR="0096520E" w:rsidRPr="00402553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49DA63B7" w:rsidR="007A749E" w:rsidRPr="00402553" w:rsidRDefault="007A749E" w:rsidP="0040255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59D46849" w14:textId="2E058EE2" w:rsidR="007A749E" w:rsidRPr="00402553" w:rsidRDefault="0096520E" w:rsidP="0040255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X</w:t>
            </w:r>
          </w:p>
        </w:tc>
      </w:tr>
    </w:tbl>
    <w:p w14:paraId="684A9F27" w14:textId="0660D190" w:rsidR="00F74509" w:rsidRPr="00402553" w:rsidRDefault="00F74509" w:rsidP="00402553">
      <w:pPr>
        <w:tabs>
          <w:tab w:val="left" w:pos="1134"/>
          <w:tab w:val="right" w:pos="9072"/>
        </w:tabs>
        <w:rPr>
          <w:rFonts w:ascii="Arial" w:hAnsi="Arial" w:cs="Arial"/>
          <w:i/>
          <w:szCs w:val="22"/>
        </w:rPr>
      </w:pPr>
    </w:p>
    <w:p w14:paraId="109BBF89" w14:textId="3E4B713A" w:rsidR="005A3EE8" w:rsidRPr="00402553" w:rsidRDefault="005A3EE8" w:rsidP="00402553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Cs w:val="22"/>
        </w:rPr>
      </w:pPr>
      <w:r w:rsidRPr="00402553">
        <w:rPr>
          <w:rFonts w:ascii="Arial" w:hAnsi="Arial" w:cs="Arial"/>
          <w:i/>
          <w:szCs w:val="22"/>
        </w:rPr>
        <w:t xml:space="preserve">MARCHE PUBLIC DE </w:t>
      </w:r>
      <w:r w:rsidR="00931751" w:rsidRPr="00402553">
        <w:rPr>
          <w:rFonts w:ascii="Arial" w:hAnsi="Arial" w:cs="Arial"/>
          <w:i/>
          <w:szCs w:val="22"/>
        </w:rPr>
        <w:t>PRESTATION INTELLECTUELLE</w:t>
      </w:r>
    </w:p>
    <w:p w14:paraId="4D6028AB" w14:textId="3B137EC3" w:rsidR="00AC45D2" w:rsidRPr="00402553" w:rsidRDefault="00AC45D2" w:rsidP="0040255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Cs w:val="22"/>
        </w:rPr>
      </w:pPr>
    </w:p>
    <w:p w14:paraId="6ADEEDA7" w14:textId="77777777" w:rsidR="00332485" w:rsidRPr="00402553" w:rsidRDefault="00411AB7" w:rsidP="0040255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ACTE D’ENGAGEMENT</w:t>
      </w:r>
      <w:r w:rsidR="00332485" w:rsidRPr="00402553">
        <w:rPr>
          <w:rFonts w:ascii="Arial" w:hAnsi="Arial" w:cs="Arial"/>
          <w:b/>
          <w:szCs w:val="22"/>
        </w:rPr>
        <w:t xml:space="preserve"> </w:t>
      </w:r>
    </w:p>
    <w:p w14:paraId="7C07A8A3" w14:textId="59388609" w:rsidR="00332485" w:rsidRPr="00402553" w:rsidRDefault="00332485" w:rsidP="0040255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i/>
          <w:vanish/>
          <w:szCs w:val="22"/>
        </w:rPr>
      </w:pPr>
      <w:r w:rsidRPr="00402553">
        <w:rPr>
          <w:rFonts w:ascii="Arial" w:hAnsi="Arial" w:cs="Arial"/>
          <w:i/>
          <w:vanish/>
          <w:color w:val="00B050"/>
          <w:szCs w:val="22"/>
        </w:rPr>
        <w:t>(Si consultation allotie précisez le n° du lot de l’AE)</w:t>
      </w:r>
    </w:p>
    <w:p w14:paraId="0D9DAA8C" w14:textId="77777777" w:rsidR="001239ED" w:rsidRPr="00402553" w:rsidRDefault="001239ED" w:rsidP="0040255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Cs w:val="22"/>
        </w:rPr>
      </w:pPr>
    </w:p>
    <w:p w14:paraId="4190F51B" w14:textId="793CFA5E" w:rsidR="005A3EE8" w:rsidRPr="00402553" w:rsidRDefault="005A3EE8" w:rsidP="00402553">
      <w:pPr>
        <w:rPr>
          <w:rFonts w:ascii="Arial" w:hAnsi="Arial" w:cs="Arial"/>
          <w:b/>
          <w:szCs w:val="22"/>
        </w:rPr>
      </w:pPr>
    </w:p>
    <w:p w14:paraId="335DD818" w14:textId="7837EEC8" w:rsidR="00132F76" w:rsidRPr="00402553" w:rsidRDefault="00132F76" w:rsidP="00402553">
      <w:pPr>
        <w:rPr>
          <w:rFonts w:ascii="Arial" w:hAnsi="Arial" w:cs="Arial"/>
          <w:b/>
          <w:szCs w:val="22"/>
        </w:rPr>
      </w:pPr>
    </w:p>
    <w:p w14:paraId="2C73201C" w14:textId="77777777" w:rsidR="00294DE4" w:rsidRPr="00402553" w:rsidRDefault="00294DE4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Cs w:val="22"/>
        </w:rPr>
      </w:pPr>
    </w:p>
    <w:p w14:paraId="57A38DD0" w14:textId="00AB7960" w:rsidR="00294DE4" w:rsidRPr="00402553" w:rsidRDefault="00294DE4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Marché n°202</w:t>
      </w:r>
      <w:r w:rsidR="0096520E" w:rsidRPr="00402553">
        <w:rPr>
          <w:rFonts w:ascii="Arial" w:hAnsi="Arial" w:cs="Arial"/>
          <w:b/>
          <w:szCs w:val="22"/>
        </w:rPr>
        <w:t>5 BSTMPI 8815</w:t>
      </w:r>
      <w:r w:rsidRPr="00402553">
        <w:rPr>
          <w:rFonts w:ascii="Arial" w:hAnsi="Arial" w:cs="Arial"/>
          <w:b/>
          <w:szCs w:val="22"/>
        </w:rPr>
        <w:t xml:space="preserve"> </w:t>
      </w:r>
    </w:p>
    <w:p w14:paraId="388454E1" w14:textId="77777777" w:rsidR="00294DE4" w:rsidRPr="00402553" w:rsidRDefault="00294DE4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 xml:space="preserve"> </w:t>
      </w:r>
    </w:p>
    <w:p w14:paraId="47B9204B" w14:textId="61E09335" w:rsidR="00294DE4" w:rsidRPr="00402553" w:rsidRDefault="0096520E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Base Navale de Brest (29)</w:t>
      </w:r>
    </w:p>
    <w:p w14:paraId="7F7C3AB5" w14:textId="0CCEF26E" w:rsidR="0096520E" w:rsidRPr="00402553" w:rsidRDefault="0096520E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Réhabilitation du bassin 1</w:t>
      </w:r>
    </w:p>
    <w:p w14:paraId="7A372FE9" w14:textId="5A6FC781" w:rsidR="0096520E" w:rsidRPr="00402553" w:rsidRDefault="0096520E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(Génie civil et terre-pleins)</w:t>
      </w:r>
    </w:p>
    <w:p w14:paraId="0D457BBB" w14:textId="035BAECC" w:rsidR="0096520E" w:rsidRPr="00402553" w:rsidRDefault="0096520E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AMOA pour la réalisation d’un dossier Loi sur l’eau de type IOTA</w:t>
      </w:r>
    </w:p>
    <w:p w14:paraId="087022CC" w14:textId="77777777" w:rsidR="000B3232" w:rsidRPr="00402553" w:rsidRDefault="000B3232" w:rsidP="0040255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Cs w:val="22"/>
        </w:rPr>
      </w:pPr>
    </w:p>
    <w:p w14:paraId="660ACB68" w14:textId="606FE456" w:rsidR="00D850FE" w:rsidRPr="00402553" w:rsidRDefault="00D850FE" w:rsidP="00402553">
      <w:pPr>
        <w:pStyle w:val="Normalcentr"/>
        <w:ind w:left="0"/>
        <w:rPr>
          <w:rFonts w:ascii="Arial" w:hAnsi="Arial" w:cs="Arial"/>
          <w:szCs w:val="22"/>
        </w:rPr>
      </w:pPr>
    </w:p>
    <w:p w14:paraId="127328E4" w14:textId="77777777" w:rsidR="0096520E" w:rsidRPr="00402553" w:rsidRDefault="0096520E" w:rsidP="00402553">
      <w:pPr>
        <w:pStyle w:val="Normalcentr"/>
        <w:ind w:left="0"/>
        <w:rPr>
          <w:rFonts w:ascii="Arial" w:hAnsi="Arial" w:cs="Arial"/>
          <w:szCs w:val="22"/>
        </w:rPr>
      </w:pPr>
    </w:p>
    <w:p w14:paraId="472A4C5E" w14:textId="2B1FBF96" w:rsidR="001239ED" w:rsidRPr="00402553" w:rsidRDefault="001239ED" w:rsidP="00402553">
      <w:pPr>
        <w:pStyle w:val="Normalcentr"/>
        <w:ind w:left="0" w:right="142"/>
        <w:jc w:val="center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>Marché à procédure adaptée (MAPA)</w:t>
      </w:r>
    </w:p>
    <w:p w14:paraId="3CC08817" w14:textId="596C0A66" w:rsidR="001239ED" w:rsidRPr="00402553" w:rsidRDefault="001239ED" w:rsidP="00402553">
      <w:pPr>
        <w:pStyle w:val="Normalcentr"/>
        <w:ind w:left="0" w:right="142"/>
        <w:jc w:val="center"/>
        <w:rPr>
          <w:rFonts w:ascii="Arial" w:hAnsi="Arial" w:cs="Arial"/>
          <w:szCs w:val="22"/>
        </w:rPr>
      </w:pPr>
      <w:proofErr w:type="gramStart"/>
      <w:r w:rsidRPr="00402553">
        <w:rPr>
          <w:rFonts w:ascii="Arial" w:hAnsi="Arial" w:cs="Arial"/>
          <w:szCs w:val="22"/>
        </w:rPr>
        <w:t>en</w:t>
      </w:r>
      <w:proofErr w:type="gramEnd"/>
      <w:r w:rsidRPr="00402553">
        <w:rPr>
          <w:rFonts w:ascii="Arial" w:hAnsi="Arial" w:cs="Arial"/>
          <w:szCs w:val="22"/>
        </w:rPr>
        <w:t xml:space="preserve"> application de l’article </w:t>
      </w:r>
      <w:r w:rsidR="00F35C84" w:rsidRPr="00402553">
        <w:rPr>
          <w:rFonts w:ascii="Arial" w:hAnsi="Arial" w:cs="Arial"/>
          <w:szCs w:val="22"/>
        </w:rPr>
        <w:t>R.</w:t>
      </w:r>
      <w:r w:rsidR="00BD016F" w:rsidRPr="00402553">
        <w:rPr>
          <w:rFonts w:ascii="Arial" w:hAnsi="Arial" w:cs="Arial"/>
          <w:szCs w:val="22"/>
        </w:rPr>
        <w:t>2323-1 à 2323-4 (marché défense)</w:t>
      </w:r>
      <w:r w:rsidR="00F35C84" w:rsidRPr="00402553">
        <w:rPr>
          <w:rFonts w:ascii="Arial" w:hAnsi="Arial" w:cs="Arial"/>
          <w:szCs w:val="22"/>
        </w:rPr>
        <w:t xml:space="preserve"> </w:t>
      </w:r>
      <w:r w:rsidRPr="00402553">
        <w:rPr>
          <w:rFonts w:ascii="Arial" w:hAnsi="Arial" w:cs="Arial"/>
          <w:szCs w:val="22"/>
        </w:rPr>
        <w:t>du code de la commande publique</w:t>
      </w:r>
    </w:p>
    <w:p w14:paraId="66E5D923" w14:textId="77777777" w:rsidR="00E96528" w:rsidRPr="00402553" w:rsidRDefault="00E96528" w:rsidP="00402553">
      <w:pPr>
        <w:tabs>
          <w:tab w:val="left" w:pos="5320"/>
        </w:tabs>
        <w:rPr>
          <w:rFonts w:ascii="Arial" w:hAnsi="Arial" w:cs="Arial"/>
          <w:szCs w:val="22"/>
        </w:rPr>
      </w:pPr>
    </w:p>
    <w:p w14:paraId="1AC81292" w14:textId="0BAEE590" w:rsidR="00E96528" w:rsidRPr="00402553" w:rsidRDefault="00E84036" w:rsidP="00402553">
      <w:pPr>
        <w:tabs>
          <w:tab w:val="left" w:pos="5320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Acheteur</w:t>
      </w:r>
      <w:r w:rsidR="00E96528" w:rsidRPr="00402553">
        <w:rPr>
          <w:rFonts w:ascii="Arial" w:hAnsi="Arial" w:cs="Arial"/>
          <w:b/>
          <w:szCs w:val="22"/>
        </w:rPr>
        <w:t> :</w:t>
      </w:r>
    </w:p>
    <w:p w14:paraId="087D3260" w14:textId="77777777" w:rsidR="00E96528" w:rsidRPr="00402553" w:rsidRDefault="00E96528" w:rsidP="00402553">
      <w:pPr>
        <w:tabs>
          <w:tab w:val="left" w:pos="5320"/>
        </w:tabs>
        <w:jc w:val="center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>Ministère des Armées</w:t>
      </w:r>
    </w:p>
    <w:p w14:paraId="46023D5B" w14:textId="77777777" w:rsidR="00E96528" w:rsidRPr="00402553" w:rsidRDefault="00E96528" w:rsidP="00402553">
      <w:pPr>
        <w:tabs>
          <w:tab w:val="left" w:pos="5320"/>
        </w:tabs>
        <w:jc w:val="center"/>
        <w:rPr>
          <w:rFonts w:ascii="Arial" w:hAnsi="Arial" w:cs="Arial"/>
          <w:b/>
          <w:szCs w:val="22"/>
        </w:rPr>
      </w:pPr>
    </w:p>
    <w:p w14:paraId="5EF8938A" w14:textId="35D8F48B" w:rsidR="00E96528" w:rsidRPr="00402553" w:rsidRDefault="00E642EF" w:rsidP="00402553">
      <w:pPr>
        <w:tabs>
          <w:tab w:val="left" w:pos="5320"/>
        </w:tabs>
        <w:jc w:val="center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Représentant d</w:t>
      </w:r>
      <w:r w:rsidR="00E84036" w:rsidRPr="00402553">
        <w:rPr>
          <w:rFonts w:ascii="Arial" w:hAnsi="Arial" w:cs="Arial"/>
          <w:b/>
          <w:szCs w:val="22"/>
        </w:rPr>
        <w:t>e l’acheteur</w:t>
      </w:r>
      <w:r w:rsidRPr="00402553">
        <w:rPr>
          <w:rFonts w:ascii="Arial" w:hAnsi="Arial" w:cs="Arial"/>
          <w:b/>
          <w:szCs w:val="22"/>
        </w:rPr>
        <w:t> :</w:t>
      </w:r>
    </w:p>
    <w:p w14:paraId="0140F9EA" w14:textId="3D2D3479" w:rsidR="00E96528" w:rsidRPr="00402553" w:rsidRDefault="00E96528" w:rsidP="00402553">
      <w:pPr>
        <w:tabs>
          <w:tab w:val="left" w:pos="5320"/>
        </w:tabs>
        <w:jc w:val="center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 xml:space="preserve">Service Infrastructure de la Défense </w:t>
      </w:r>
      <w:r w:rsidR="008B41D1" w:rsidRPr="00402553">
        <w:rPr>
          <w:rFonts w:ascii="Arial" w:hAnsi="Arial" w:cs="Arial"/>
          <w:szCs w:val="22"/>
        </w:rPr>
        <w:t>Atlantique (</w:t>
      </w:r>
      <w:r w:rsidRPr="00402553">
        <w:rPr>
          <w:rFonts w:ascii="Arial" w:hAnsi="Arial" w:cs="Arial"/>
          <w:szCs w:val="22"/>
        </w:rPr>
        <w:t xml:space="preserve">SID </w:t>
      </w:r>
      <w:r w:rsidR="008B41D1" w:rsidRPr="00402553">
        <w:rPr>
          <w:rFonts w:ascii="Arial" w:hAnsi="Arial" w:cs="Arial"/>
          <w:szCs w:val="22"/>
        </w:rPr>
        <w:t>ALT</w:t>
      </w:r>
      <w:r w:rsidRPr="00402553">
        <w:rPr>
          <w:rFonts w:ascii="Arial" w:hAnsi="Arial" w:cs="Arial"/>
          <w:szCs w:val="22"/>
        </w:rPr>
        <w:t>)</w:t>
      </w:r>
    </w:p>
    <w:p w14:paraId="080FE7F6" w14:textId="0D9D9135" w:rsidR="00E96528" w:rsidRPr="00402553" w:rsidRDefault="00E96528" w:rsidP="00402553">
      <w:pPr>
        <w:tabs>
          <w:tab w:val="left" w:pos="5320"/>
        </w:tabs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402553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402553" w:rsidRDefault="00E96528" w:rsidP="00402553">
            <w:pPr>
              <w:tabs>
                <w:tab w:val="left" w:pos="5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2553">
              <w:rPr>
                <w:rFonts w:ascii="Arial" w:hAnsi="Arial" w:cs="Arial"/>
                <w:sz w:val="22"/>
                <w:szCs w:val="22"/>
              </w:rPr>
              <w:t xml:space="preserve">Cadre réservé au nantissement : </w:t>
            </w:r>
          </w:p>
        </w:tc>
      </w:tr>
      <w:tr w:rsidR="00E96528" w:rsidRPr="00402553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402553" w:rsidRDefault="00E96528" w:rsidP="00402553">
            <w:pPr>
              <w:tabs>
                <w:tab w:val="left" w:pos="5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D0C8EF" w14:textId="12F4AB7F" w:rsidR="00E96528" w:rsidRPr="00402553" w:rsidRDefault="00E96528" w:rsidP="00402553">
      <w:pPr>
        <w:tabs>
          <w:tab w:val="left" w:pos="5320"/>
        </w:tabs>
        <w:jc w:val="center"/>
        <w:rPr>
          <w:rFonts w:ascii="Arial" w:hAnsi="Arial" w:cs="Arial"/>
          <w:szCs w:val="22"/>
        </w:rPr>
      </w:pPr>
    </w:p>
    <w:p w14:paraId="3DBC03DE" w14:textId="77777777" w:rsidR="008D1C86" w:rsidRPr="00402553" w:rsidRDefault="008D1C86" w:rsidP="00402553">
      <w:pPr>
        <w:ind w:left="-284"/>
        <w:rPr>
          <w:rFonts w:ascii="Arial" w:hAnsi="Arial" w:cs="Arial"/>
          <w:b/>
          <w:bCs/>
          <w:szCs w:val="22"/>
        </w:rPr>
      </w:pPr>
      <w:r w:rsidRPr="00402553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402553" w:rsidRDefault="008D1C86" w:rsidP="00402553">
      <w:pPr>
        <w:ind w:left="-284"/>
        <w:rPr>
          <w:rFonts w:ascii="Arial" w:hAnsi="Arial" w:cs="Arial"/>
          <w:b/>
          <w:vanish/>
          <w:szCs w:val="22"/>
          <w:u w:val="single"/>
        </w:rPr>
      </w:pPr>
    </w:p>
    <w:p w14:paraId="1E08843B" w14:textId="16034B40" w:rsidR="00327E28" w:rsidRPr="00402553" w:rsidRDefault="00327E28" w:rsidP="00402553">
      <w:pPr>
        <w:ind w:left="-284"/>
        <w:rPr>
          <w:rFonts w:ascii="Arial" w:hAnsi="Arial" w:cs="Arial"/>
          <w:b/>
          <w:bCs/>
          <w:szCs w:val="22"/>
        </w:rPr>
      </w:pPr>
      <w:r w:rsidRPr="00402553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402553" w:rsidRDefault="000155F4" w:rsidP="0040255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lastRenderedPageBreak/>
        <w:t xml:space="preserve">OBJET </w:t>
      </w:r>
      <w:r w:rsidR="004918C9" w:rsidRPr="00402553">
        <w:rPr>
          <w:rFonts w:ascii="Arial" w:hAnsi="Arial" w:cs="Arial"/>
          <w:b/>
          <w:szCs w:val="22"/>
          <w:lang w:eastAsia="zh-CN"/>
        </w:rPr>
        <w:t>DU MARCHE PUBLIC</w:t>
      </w:r>
    </w:p>
    <w:p w14:paraId="2193E7C1" w14:textId="77777777" w:rsidR="00402553" w:rsidRDefault="00402553" w:rsidP="00402553">
      <w:pPr>
        <w:rPr>
          <w:rFonts w:ascii="Arial" w:hAnsi="Arial" w:cs="Arial"/>
          <w:szCs w:val="22"/>
        </w:rPr>
      </w:pPr>
    </w:p>
    <w:p w14:paraId="73853766" w14:textId="6543825F" w:rsidR="0096520E" w:rsidRDefault="000155F4" w:rsidP="00402553">
      <w:pPr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>Cet Acte d’Engagement correspond </w:t>
      </w:r>
      <w:r w:rsidR="0096520E" w:rsidRPr="00402553">
        <w:rPr>
          <w:rFonts w:ascii="Arial" w:hAnsi="Arial" w:cs="Arial"/>
          <w:szCs w:val="22"/>
        </w:rPr>
        <w:t>à une mission AMOA pour la réalisation d’un dossier Loi sur l’eau de type IOTA concernant la réhabilitation du bassin 1 (Génie civil et terre-pleins) de la Base Navale de Brest (29).</w:t>
      </w:r>
    </w:p>
    <w:p w14:paraId="69ED7045" w14:textId="77777777" w:rsidR="00402553" w:rsidRPr="00402553" w:rsidRDefault="00402553" w:rsidP="00402553">
      <w:pPr>
        <w:rPr>
          <w:rFonts w:ascii="Arial" w:hAnsi="Arial" w:cs="Arial"/>
          <w:szCs w:val="22"/>
        </w:rPr>
      </w:pPr>
    </w:p>
    <w:p w14:paraId="3B7D5C70" w14:textId="0CF54387" w:rsidR="00697C00" w:rsidRPr="00402553" w:rsidRDefault="004D6224" w:rsidP="0040255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ENGAGEMENT DU TITULAIRE</w:t>
      </w:r>
    </w:p>
    <w:p w14:paraId="0FCD09D9" w14:textId="77777777" w:rsid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7BF56267" w:rsidR="00F94CBA" w:rsidRPr="00402553" w:rsidRDefault="00F94CBA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B1 </w:t>
      </w:r>
      <w:r w:rsidR="00402553">
        <w:rPr>
          <w:rFonts w:ascii="Arial" w:hAnsi="Arial" w:cs="Arial"/>
          <w:b/>
          <w:szCs w:val="22"/>
          <w:lang w:eastAsia="zh-CN"/>
        </w:rPr>
        <w:t>–</w:t>
      </w:r>
      <w:r w:rsidRPr="00402553">
        <w:rPr>
          <w:rFonts w:ascii="Arial" w:hAnsi="Arial" w:cs="Arial"/>
          <w:b/>
          <w:szCs w:val="22"/>
          <w:lang w:eastAsia="zh-CN"/>
        </w:rPr>
        <w:t xml:space="preserve"> Identification et engagement du titulaire ou du groupement titulaire</w:t>
      </w:r>
    </w:p>
    <w:p w14:paraId="0F227505" w14:textId="77777777" w:rsidR="00402553" w:rsidRDefault="00402553" w:rsidP="00402553">
      <w:pPr>
        <w:jc w:val="both"/>
        <w:rPr>
          <w:rFonts w:ascii="Arial" w:hAnsi="Arial" w:cs="Arial"/>
          <w:szCs w:val="22"/>
          <w:lang w:eastAsia="zh-CN"/>
        </w:rPr>
      </w:pPr>
    </w:p>
    <w:p w14:paraId="43CC666A" w14:textId="6EB41F52" w:rsidR="00FC1225" w:rsidRPr="00402553" w:rsidRDefault="00FC1225" w:rsidP="00402553">
      <w:pPr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 xml:space="preserve">Par dérogation à </w:t>
      </w:r>
      <w:r w:rsidRPr="00402553">
        <w:rPr>
          <w:rFonts w:ascii="Arial" w:hAnsi="Arial" w:cs="Arial"/>
          <w:color w:val="0070C0"/>
          <w:szCs w:val="22"/>
          <w:lang w:eastAsia="zh-CN"/>
        </w:rPr>
        <w:t>l’article 4</w:t>
      </w:r>
      <w:r w:rsidR="00A361CB" w:rsidRPr="00402553">
        <w:rPr>
          <w:rFonts w:ascii="Arial" w:hAnsi="Arial" w:cs="Arial"/>
          <w:color w:val="0070C0"/>
          <w:szCs w:val="22"/>
          <w:lang w:eastAsia="zh-CN"/>
        </w:rPr>
        <w:t>.1</w:t>
      </w:r>
      <w:r w:rsidRPr="00402553">
        <w:rPr>
          <w:rFonts w:ascii="Arial" w:hAnsi="Arial" w:cs="Arial"/>
          <w:color w:val="0070C0"/>
          <w:szCs w:val="22"/>
          <w:lang w:eastAsia="zh-CN"/>
        </w:rPr>
        <w:t xml:space="preserve"> du CCAG-</w:t>
      </w:r>
      <w:r w:rsidR="00931751" w:rsidRPr="00402553">
        <w:rPr>
          <w:rFonts w:ascii="Arial" w:hAnsi="Arial" w:cs="Arial"/>
          <w:color w:val="0070C0"/>
          <w:szCs w:val="22"/>
          <w:lang w:eastAsia="zh-CN"/>
        </w:rPr>
        <w:t>PI</w:t>
      </w:r>
      <w:r w:rsidRPr="00402553">
        <w:rPr>
          <w:rFonts w:ascii="Arial" w:hAnsi="Arial" w:cs="Arial"/>
          <w:szCs w:val="22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6800832" w14:textId="77777777" w:rsidR="00402553" w:rsidRDefault="00402553" w:rsidP="00402553">
      <w:pPr>
        <w:jc w:val="both"/>
        <w:rPr>
          <w:rFonts w:ascii="Arial" w:hAnsi="Arial" w:cs="Arial"/>
          <w:b/>
          <w:szCs w:val="22"/>
          <w:lang w:eastAsia="zh-CN"/>
        </w:rPr>
      </w:pPr>
    </w:p>
    <w:p w14:paraId="052EEAA9" w14:textId="5127FF75" w:rsidR="009B2F53" w:rsidRPr="00402553" w:rsidRDefault="009B2F53" w:rsidP="00402553">
      <w:pPr>
        <w:jc w:val="both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Après avoir pris connaissance des pièces constitutives du Marché Public :</w:t>
      </w:r>
    </w:p>
    <w:p w14:paraId="008B4462" w14:textId="77777777" w:rsidR="00402553" w:rsidRDefault="00402553" w:rsidP="00402553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Cs w:val="22"/>
          <w:u w:val="single"/>
        </w:rPr>
      </w:pPr>
    </w:p>
    <w:p w14:paraId="6E78782C" w14:textId="049087BE" w:rsidR="00006FED" w:rsidRDefault="00006FED" w:rsidP="00402553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Cs w:val="22"/>
        </w:rPr>
      </w:pPr>
      <w:r w:rsidRPr="00402553">
        <w:rPr>
          <w:rFonts w:ascii="Arial" w:hAnsi="Arial" w:cs="Arial"/>
          <w:color w:val="000000"/>
          <w:szCs w:val="22"/>
          <w:u w:val="single"/>
        </w:rPr>
        <w:t>Pièces particulières</w:t>
      </w:r>
      <w:r w:rsidRPr="00402553">
        <w:rPr>
          <w:rFonts w:ascii="Arial" w:hAnsi="Arial" w:cs="Arial"/>
          <w:color w:val="000000"/>
          <w:szCs w:val="22"/>
        </w:rPr>
        <w:t xml:space="preserve"> :</w:t>
      </w:r>
    </w:p>
    <w:p w14:paraId="37B42D03" w14:textId="77777777" w:rsidR="00402553" w:rsidRPr="00402553" w:rsidRDefault="00402553" w:rsidP="00402553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Cs w:val="22"/>
        </w:rPr>
      </w:pPr>
    </w:p>
    <w:p w14:paraId="6A8E8EEE" w14:textId="5D67D007" w:rsidR="00E07049" w:rsidRPr="00402553" w:rsidRDefault="00FC1225" w:rsidP="00402553">
      <w:pPr>
        <w:ind w:left="1134"/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i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i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/>
          <w:iCs/>
          <w:szCs w:val="22"/>
        </w:rPr>
      </w:r>
      <w:r w:rsidR="00402ABA">
        <w:rPr>
          <w:rFonts w:ascii="Arial" w:hAnsi="Arial" w:cs="Arial"/>
          <w:i/>
          <w:iCs/>
          <w:szCs w:val="22"/>
        </w:rPr>
        <w:fldChar w:fldCharType="separate"/>
      </w:r>
      <w:r w:rsidRPr="00402553">
        <w:rPr>
          <w:rFonts w:ascii="Arial" w:hAnsi="Arial" w:cs="Arial"/>
          <w:i/>
          <w:iCs/>
          <w:szCs w:val="22"/>
        </w:rPr>
        <w:fldChar w:fldCharType="end"/>
      </w:r>
      <w:r w:rsidRPr="00402553">
        <w:rPr>
          <w:rFonts w:ascii="Arial" w:hAnsi="Arial" w:cs="Arial"/>
          <w:szCs w:val="22"/>
        </w:rPr>
        <w:t xml:space="preserve"> L’Acte d’</w:t>
      </w:r>
      <w:r w:rsidR="0056472D" w:rsidRPr="00402553">
        <w:rPr>
          <w:rFonts w:ascii="Arial" w:hAnsi="Arial" w:cs="Arial"/>
          <w:szCs w:val="22"/>
        </w:rPr>
        <w:t>E</w:t>
      </w:r>
      <w:r w:rsidRPr="00402553">
        <w:rPr>
          <w:rFonts w:ascii="Arial" w:hAnsi="Arial" w:cs="Arial"/>
          <w:szCs w:val="22"/>
        </w:rPr>
        <w:t xml:space="preserve">ngagement </w:t>
      </w:r>
      <w:r w:rsidR="0056472D" w:rsidRPr="00402553">
        <w:rPr>
          <w:rFonts w:ascii="Arial" w:hAnsi="Arial" w:cs="Arial"/>
          <w:szCs w:val="22"/>
        </w:rPr>
        <w:t xml:space="preserve">(AE) </w:t>
      </w:r>
      <w:r w:rsidRPr="00402553">
        <w:rPr>
          <w:rFonts w:ascii="Arial" w:hAnsi="Arial" w:cs="Arial"/>
          <w:szCs w:val="22"/>
        </w:rPr>
        <w:t>et ses annexes</w:t>
      </w:r>
      <w:r w:rsidR="00EE6124" w:rsidRPr="00402553">
        <w:rPr>
          <w:rFonts w:ascii="Arial" w:hAnsi="Arial" w:cs="Arial"/>
          <w:szCs w:val="22"/>
        </w:rPr>
        <w:t xml:space="preserve"> </w:t>
      </w:r>
      <w:r w:rsidR="003B51DD" w:rsidRPr="00402553">
        <w:rPr>
          <w:rFonts w:ascii="Arial" w:hAnsi="Arial" w:cs="Arial"/>
          <w:szCs w:val="22"/>
        </w:rPr>
        <w:t>:</w:t>
      </w:r>
      <w:r w:rsidR="00E07049" w:rsidRPr="00402553">
        <w:rPr>
          <w:rFonts w:ascii="Arial" w:hAnsi="Arial" w:cs="Arial"/>
          <w:szCs w:val="22"/>
        </w:rPr>
        <w:t xml:space="preserve"> </w:t>
      </w:r>
    </w:p>
    <w:p w14:paraId="72A482AB" w14:textId="27741365" w:rsidR="00EE6124" w:rsidRPr="00402553" w:rsidRDefault="0096520E" w:rsidP="00402553">
      <w:pPr>
        <w:ind w:left="1559"/>
        <w:jc w:val="both"/>
        <w:rPr>
          <w:rFonts w:ascii="Arial" w:hAnsi="Arial" w:cs="Arial"/>
          <w:iCs/>
          <w:szCs w:val="22"/>
        </w:rPr>
      </w:pPr>
      <w:r w:rsidRPr="00402553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Cs/>
          <w:szCs w:val="22"/>
        </w:rPr>
      </w:r>
      <w:r w:rsidR="00402ABA">
        <w:rPr>
          <w:rFonts w:ascii="Arial" w:hAnsi="Arial" w:cs="Arial"/>
          <w:iCs/>
          <w:szCs w:val="22"/>
        </w:rPr>
        <w:fldChar w:fldCharType="separate"/>
      </w:r>
      <w:r w:rsidRPr="00402553">
        <w:rPr>
          <w:rFonts w:ascii="Arial" w:hAnsi="Arial" w:cs="Arial"/>
          <w:iCs/>
          <w:szCs w:val="22"/>
        </w:rPr>
        <w:fldChar w:fldCharType="end"/>
      </w:r>
      <w:r w:rsidR="00EE6124" w:rsidRPr="00402553">
        <w:rPr>
          <w:rFonts w:ascii="Arial" w:hAnsi="Arial" w:cs="Arial"/>
          <w:iCs/>
          <w:szCs w:val="22"/>
        </w:rPr>
        <w:t xml:space="preserve"> Annexe financière</w:t>
      </w:r>
    </w:p>
    <w:p w14:paraId="0D325BEE" w14:textId="5778F95E" w:rsidR="00444996" w:rsidRPr="00402553" w:rsidRDefault="0096520E" w:rsidP="00402553">
      <w:pPr>
        <w:ind w:left="1559"/>
        <w:jc w:val="both"/>
        <w:rPr>
          <w:rFonts w:ascii="Arial" w:hAnsi="Arial" w:cs="Arial"/>
          <w:iCs/>
          <w:szCs w:val="22"/>
        </w:rPr>
      </w:pPr>
      <w:r w:rsidRPr="00402553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Cs/>
          <w:szCs w:val="22"/>
        </w:rPr>
      </w:r>
      <w:r w:rsidR="00402ABA">
        <w:rPr>
          <w:rFonts w:ascii="Arial" w:hAnsi="Arial" w:cs="Arial"/>
          <w:iCs/>
          <w:szCs w:val="22"/>
        </w:rPr>
        <w:fldChar w:fldCharType="separate"/>
      </w:r>
      <w:r w:rsidRPr="00402553">
        <w:rPr>
          <w:rFonts w:ascii="Arial" w:hAnsi="Arial" w:cs="Arial"/>
          <w:iCs/>
          <w:szCs w:val="22"/>
        </w:rPr>
        <w:fldChar w:fldCharType="end"/>
      </w:r>
      <w:r w:rsidR="00444996" w:rsidRPr="00402553">
        <w:rPr>
          <w:rFonts w:ascii="Arial" w:hAnsi="Arial" w:cs="Arial"/>
          <w:iCs/>
          <w:szCs w:val="22"/>
        </w:rPr>
        <w:t xml:space="preserve"> Responsable physiquement de la mission </w:t>
      </w:r>
    </w:p>
    <w:p w14:paraId="486A4220" w14:textId="4406B6EB" w:rsidR="008A376F" w:rsidRPr="00402553" w:rsidRDefault="008A376F" w:rsidP="00402553">
      <w:pPr>
        <w:tabs>
          <w:tab w:val="left" w:pos="1418"/>
        </w:tabs>
        <w:ind w:left="1134"/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i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i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/>
          <w:iCs/>
          <w:szCs w:val="22"/>
        </w:rPr>
      </w:r>
      <w:r w:rsidR="00402ABA">
        <w:rPr>
          <w:rFonts w:ascii="Arial" w:hAnsi="Arial" w:cs="Arial"/>
          <w:i/>
          <w:iCs/>
          <w:szCs w:val="22"/>
        </w:rPr>
        <w:fldChar w:fldCharType="separate"/>
      </w:r>
      <w:r w:rsidRPr="00402553">
        <w:rPr>
          <w:rFonts w:ascii="Arial" w:hAnsi="Arial" w:cs="Arial"/>
          <w:i/>
          <w:iCs/>
          <w:szCs w:val="22"/>
        </w:rPr>
        <w:fldChar w:fldCharType="end"/>
      </w:r>
      <w:r w:rsidRPr="00402553">
        <w:rPr>
          <w:rFonts w:ascii="Arial" w:hAnsi="Arial" w:cs="Arial"/>
          <w:szCs w:val="22"/>
        </w:rPr>
        <w:t xml:space="preserve"> </w:t>
      </w:r>
      <w:r w:rsidR="003B51DD" w:rsidRPr="00402553">
        <w:rPr>
          <w:rFonts w:ascii="Arial" w:hAnsi="Arial" w:cs="Arial"/>
          <w:szCs w:val="22"/>
        </w:rPr>
        <w:t xml:space="preserve">Les </w:t>
      </w:r>
      <w:r w:rsidRPr="00402553">
        <w:rPr>
          <w:rFonts w:ascii="Arial" w:hAnsi="Arial" w:cs="Arial"/>
          <w:szCs w:val="22"/>
        </w:rPr>
        <w:t>C</w:t>
      </w:r>
      <w:r w:rsidR="00684EDF" w:rsidRPr="00402553">
        <w:rPr>
          <w:rFonts w:ascii="Arial" w:hAnsi="Arial" w:cs="Arial"/>
          <w:szCs w:val="22"/>
        </w:rPr>
        <w:t>onditions Générales d’Achat</w:t>
      </w:r>
      <w:r w:rsidR="00E96528" w:rsidRPr="00402553">
        <w:rPr>
          <w:rFonts w:ascii="Arial" w:hAnsi="Arial" w:cs="Arial"/>
          <w:szCs w:val="22"/>
        </w:rPr>
        <w:t>s</w:t>
      </w:r>
      <w:r w:rsidR="00684EDF" w:rsidRPr="00402553">
        <w:rPr>
          <w:rFonts w:ascii="Arial" w:hAnsi="Arial" w:cs="Arial"/>
          <w:szCs w:val="22"/>
        </w:rPr>
        <w:t xml:space="preserve"> (</w:t>
      </w:r>
      <w:proofErr w:type="spellStart"/>
      <w:r w:rsidR="00684EDF" w:rsidRPr="00402553">
        <w:rPr>
          <w:rFonts w:ascii="Arial" w:hAnsi="Arial" w:cs="Arial"/>
          <w:szCs w:val="22"/>
        </w:rPr>
        <w:t>CGA</w:t>
      </w:r>
      <w:r w:rsidR="00C6638F" w:rsidRPr="00402553">
        <w:rPr>
          <w:rFonts w:ascii="Arial" w:hAnsi="Arial" w:cs="Arial"/>
          <w:szCs w:val="22"/>
        </w:rPr>
        <w:t>chat</w:t>
      </w:r>
      <w:r w:rsidR="001B1C00" w:rsidRPr="00402553">
        <w:rPr>
          <w:rFonts w:ascii="Arial" w:hAnsi="Arial" w:cs="Arial"/>
          <w:szCs w:val="22"/>
        </w:rPr>
        <w:t>s</w:t>
      </w:r>
      <w:proofErr w:type="spellEnd"/>
      <w:r w:rsidR="00684EDF" w:rsidRPr="00402553">
        <w:rPr>
          <w:rFonts w:ascii="Arial" w:hAnsi="Arial" w:cs="Arial"/>
          <w:szCs w:val="22"/>
        </w:rPr>
        <w:t>)</w:t>
      </w:r>
      <w:r w:rsidR="003B51DD" w:rsidRPr="00402553">
        <w:rPr>
          <w:rFonts w:ascii="Arial" w:hAnsi="Arial" w:cs="Arial"/>
          <w:szCs w:val="22"/>
        </w:rPr>
        <w:t xml:space="preserve"> annexées à l’AE</w:t>
      </w:r>
      <w:r w:rsidR="00684EDF" w:rsidRPr="00402553">
        <w:rPr>
          <w:rFonts w:ascii="Arial" w:hAnsi="Arial" w:cs="Arial"/>
          <w:szCs w:val="22"/>
        </w:rPr>
        <w:t xml:space="preserve"> </w:t>
      </w:r>
      <w:r w:rsidR="0056472D" w:rsidRPr="00402553">
        <w:rPr>
          <w:rFonts w:ascii="Arial" w:hAnsi="Arial" w:cs="Arial"/>
          <w:szCs w:val="22"/>
        </w:rPr>
        <w:t xml:space="preserve">et </w:t>
      </w:r>
      <w:r w:rsidR="00FC1225" w:rsidRPr="00402553">
        <w:rPr>
          <w:rFonts w:ascii="Arial" w:hAnsi="Arial" w:cs="Arial"/>
          <w:szCs w:val="22"/>
        </w:rPr>
        <w:t xml:space="preserve">applicables aux marchés de </w:t>
      </w:r>
      <w:r w:rsidR="008F2848" w:rsidRPr="00402553">
        <w:rPr>
          <w:rFonts w:ascii="Arial" w:hAnsi="Arial" w:cs="Arial"/>
          <w:szCs w:val="22"/>
        </w:rPr>
        <w:t xml:space="preserve">Prestations Intellectuelles (PI). </w:t>
      </w:r>
    </w:p>
    <w:p w14:paraId="3556B92B" w14:textId="7624A8EC" w:rsidR="00390BD9" w:rsidRPr="00402553" w:rsidRDefault="0096520E" w:rsidP="00402553">
      <w:pPr>
        <w:ind w:left="1134"/>
        <w:jc w:val="both"/>
        <w:rPr>
          <w:rFonts w:ascii="Arial" w:hAnsi="Arial" w:cs="Arial"/>
          <w:iCs/>
          <w:szCs w:val="22"/>
        </w:rPr>
      </w:pPr>
      <w:r w:rsidRPr="00402553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Cs/>
          <w:szCs w:val="22"/>
        </w:rPr>
      </w:r>
      <w:r w:rsidR="00402ABA">
        <w:rPr>
          <w:rFonts w:ascii="Arial" w:hAnsi="Arial" w:cs="Arial"/>
          <w:iCs/>
          <w:szCs w:val="22"/>
        </w:rPr>
        <w:fldChar w:fldCharType="separate"/>
      </w:r>
      <w:r w:rsidRPr="00402553">
        <w:rPr>
          <w:rFonts w:ascii="Arial" w:hAnsi="Arial" w:cs="Arial"/>
          <w:iCs/>
          <w:szCs w:val="22"/>
        </w:rPr>
        <w:fldChar w:fldCharType="end"/>
      </w:r>
      <w:r w:rsidR="00390BD9" w:rsidRPr="00402553">
        <w:rPr>
          <w:rFonts w:ascii="Arial" w:hAnsi="Arial" w:cs="Arial"/>
          <w:iCs/>
          <w:szCs w:val="22"/>
        </w:rPr>
        <w:t xml:space="preserve"> Le cahier des clauses </w:t>
      </w:r>
      <w:r w:rsidRPr="00402553">
        <w:rPr>
          <w:rFonts w:ascii="Arial" w:hAnsi="Arial" w:cs="Arial"/>
          <w:iCs/>
          <w:szCs w:val="22"/>
        </w:rPr>
        <w:t>techniques particulières (CCTP)</w:t>
      </w:r>
      <w:r w:rsidR="00390BD9" w:rsidRPr="00402553">
        <w:rPr>
          <w:rFonts w:ascii="Arial" w:hAnsi="Arial" w:cs="Arial"/>
          <w:iCs/>
          <w:szCs w:val="22"/>
        </w:rPr>
        <w:t xml:space="preserve"> et ses éventuelles annexes</w:t>
      </w:r>
    </w:p>
    <w:p w14:paraId="5B0A78AB" w14:textId="2CB5BE53" w:rsidR="00390BD9" w:rsidRPr="00402553" w:rsidRDefault="00390BD9" w:rsidP="00402553">
      <w:pPr>
        <w:ind w:left="1134"/>
        <w:jc w:val="both"/>
        <w:rPr>
          <w:rFonts w:ascii="Arial" w:hAnsi="Arial" w:cs="Arial"/>
          <w:color w:val="FF0000"/>
          <w:szCs w:val="22"/>
        </w:rPr>
      </w:pPr>
    </w:p>
    <w:p w14:paraId="5F983494" w14:textId="6FA3F333" w:rsidR="00006FED" w:rsidRDefault="00006FED" w:rsidP="00402553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Cs w:val="22"/>
        </w:rPr>
      </w:pPr>
      <w:r w:rsidRPr="00402553">
        <w:rPr>
          <w:rFonts w:ascii="Arial" w:hAnsi="Arial" w:cs="Arial"/>
          <w:color w:val="000000"/>
          <w:szCs w:val="22"/>
          <w:u w:val="single"/>
        </w:rPr>
        <w:t>Pièces générales</w:t>
      </w:r>
      <w:r w:rsidRPr="00402553">
        <w:rPr>
          <w:rFonts w:ascii="Arial" w:hAnsi="Arial" w:cs="Arial"/>
          <w:color w:val="000000"/>
          <w:szCs w:val="22"/>
        </w:rPr>
        <w:t xml:space="preserve"> :</w:t>
      </w:r>
    </w:p>
    <w:p w14:paraId="7FB5E309" w14:textId="77777777" w:rsidR="00402553" w:rsidRPr="00402553" w:rsidRDefault="00402553" w:rsidP="00402553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Cs w:val="22"/>
        </w:rPr>
      </w:pPr>
    </w:p>
    <w:p w14:paraId="7FB677F4" w14:textId="6C0C3C1A" w:rsidR="002A2D77" w:rsidRPr="00402553" w:rsidRDefault="002A2D77" w:rsidP="00402553">
      <w:pPr>
        <w:ind w:left="1134"/>
        <w:jc w:val="both"/>
        <w:rPr>
          <w:rFonts w:ascii="Arial" w:hAnsi="Arial" w:cs="Arial"/>
          <w:iCs/>
          <w:szCs w:val="22"/>
        </w:rPr>
      </w:pPr>
      <w:r w:rsidRPr="00402553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Cs/>
          <w:szCs w:val="22"/>
        </w:rPr>
      </w:r>
      <w:r w:rsidR="00402ABA">
        <w:rPr>
          <w:rFonts w:ascii="Arial" w:hAnsi="Arial" w:cs="Arial"/>
          <w:iCs/>
          <w:szCs w:val="22"/>
        </w:rPr>
        <w:fldChar w:fldCharType="separate"/>
      </w:r>
      <w:r w:rsidRPr="00402553">
        <w:rPr>
          <w:rFonts w:ascii="Arial" w:hAnsi="Arial" w:cs="Arial"/>
          <w:iCs/>
          <w:szCs w:val="22"/>
        </w:rPr>
        <w:fldChar w:fldCharType="end"/>
      </w:r>
      <w:r w:rsidRPr="00402553">
        <w:rPr>
          <w:rFonts w:ascii="Arial" w:hAnsi="Arial" w:cs="Arial"/>
          <w:iCs/>
          <w:szCs w:val="22"/>
        </w:rPr>
        <w:t xml:space="preserve"> CCAG </w:t>
      </w:r>
      <w:r w:rsidR="00931751" w:rsidRPr="00402553">
        <w:rPr>
          <w:rFonts w:ascii="Arial" w:hAnsi="Arial" w:cs="Arial"/>
          <w:iCs/>
          <w:szCs w:val="22"/>
        </w:rPr>
        <w:t>Prestations intellectuelles</w:t>
      </w:r>
      <w:r w:rsidR="00C35BEB" w:rsidRPr="00402553">
        <w:rPr>
          <w:rFonts w:ascii="Arial" w:hAnsi="Arial" w:cs="Arial"/>
          <w:iCs/>
          <w:szCs w:val="22"/>
        </w:rPr>
        <w:t xml:space="preserve"> </w:t>
      </w:r>
      <w:r w:rsidR="00F94CBA" w:rsidRPr="00402553">
        <w:rPr>
          <w:rFonts w:ascii="Arial" w:hAnsi="Arial" w:cs="Arial"/>
          <w:iCs/>
          <w:szCs w:val="22"/>
        </w:rPr>
        <w:t>(approuvé par arrêté du 30 mars 2021)</w:t>
      </w:r>
      <w:r w:rsidR="000F7FA0" w:rsidRPr="00402553">
        <w:rPr>
          <w:rFonts w:ascii="Arial" w:hAnsi="Arial" w:cs="Arial"/>
          <w:iCs/>
          <w:szCs w:val="22"/>
        </w:rPr>
        <w:t>,</w:t>
      </w:r>
    </w:p>
    <w:p w14:paraId="6F6C7833" w14:textId="4BB2A2AF" w:rsidR="000F7FA0" w:rsidRPr="00402553" w:rsidRDefault="00BB7E95" w:rsidP="00402553">
      <w:pPr>
        <w:pStyle w:val="Tiret"/>
        <w:tabs>
          <w:tab w:val="left" w:pos="1418"/>
        </w:tabs>
        <w:spacing w:after="0"/>
        <w:ind w:left="1134" w:firstLine="0"/>
        <w:rPr>
          <w:rFonts w:cs="Arial"/>
          <w:iCs/>
          <w:sz w:val="22"/>
          <w:szCs w:val="22"/>
        </w:rPr>
      </w:pPr>
      <w:r w:rsidRPr="00402553">
        <w:rPr>
          <w:rFonts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cs="Arial"/>
          <w:iCs/>
          <w:sz w:val="22"/>
          <w:szCs w:val="22"/>
        </w:rPr>
        <w:instrText xml:space="preserve"> FORMCHECKBOX </w:instrText>
      </w:r>
      <w:r w:rsidR="00402ABA">
        <w:rPr>
          <w:rFonts w:cs="Arial"/>
          <w:iCs/>
          <w:sz w:val="22"/>
          <w:szCs w:val="22"/>
        </w:rPr>
      </w:r>
      <w:r w:rsidR="00402ABA">
        <w:rPr>
          <w:rFonts w:cs="Arial"/>
          <w:iCs/>
          <w:sz w:val="22"/>
          <w:szCs w:val="22"/>
        </w:rPr>
        <w:fldChar w:fldCharType="separate"/>
      </w:r>
      <w:r w:rsidRPr="00402553">
        <w:rPr>
          <w:rFonts w:cs="Arial"/>
          <w:iCs/>
          <w:sz w:val="22"/>
          <w:szCs w:val="22"/>
        </w:rPr>
        <w:fldChar w:fldCharType="end"/>
      </w:r>
      <w:r w:rsidRPr="00402553">
        <w:rPr>
          <w:rFonts w:cs="Arial"/>
          <w:iCs/>
          <w:sz w:val="22"/>
          <w:szCs w:val="22"/>
        </w:rPr>
        <w:t xml:space="preserve"> Arrêté du 19 mai 2020 relatif aux modalités d’application des règles relatives aux interventions </w:t>
      </w:r>
      <w:r w:rsidR="008C4DF0" w:rsidRPr="00402553">
        <w:rPr>
          <w:rFonts w:cs="Arial"/>
          <w:iCs/>
          <w:sz w:val="22"/>
          <w:szCs w:val="22"/>
        </w:rPr>
        <w:tab/>
      </w:r>
      <w:r w:rsidRPr="00402553">
        <w:rPr>
          <w:rFonts w:cs="Arial"/>
          <w:iCs/>
          <w:sz w:val="22"/>
          <w:szCs w:val="22"/>
        </w:rPr>
        <w:t>d’entreprises extérieures et aux opérations de bâtiment et de génie civil</w:t>
      </w:r>
      <w:r w:rsidR="000F7FA0" w:rsidRPr="00402553">
        <w:rPr>
          <w:rFonts w:cs="Arial"/>
          <w:iCs/>
          <w:sz w:val="22"/>
          <w:szCs w:val="22"/>
        </w:rPr>
        <w:t xml:space="preserve"> dans un organisme du </w:t>
      </w:r>
      <w:r w:rsidR="008C4DF0" w:rsidRPr="00402553">
        <w:rPr>
          <w:rFonts w:cs="Arial"/>
          <w:iCs/>
          <w:sz w:val="22"/>
          <w:szCs w:val="22"/>
        </w:rPr>
        <w:tab/>
      </w:r>
      <w:r w:rsidR="000F7FA0" w:rsidRPr="00402553">
        <w:rPr>
          <w:rFonts w:cs="Arial"/>
          <w:iCs/>
          <w:sz w:val="22"/>
          <w:szCs w:val="22"/>
        </w:rPr>
        <w:t xml:space="preserve">ministère, </w:t>
      </w:r>
    </w:p>
    <w:p w14:paraId="1A369A23" w14:textId="0F749E11" w:rsidR="00BB7E95" w:rsidRPr="00402553" w:rsidRDefault="00E07049" w:rsidP="00402553">
      <w:pPr>
        <w:pStyle w:val="Tiret"/>
        <w:spacing w:after="0"/>
        <w:ind w:left="1134" w:firstLine="0"/>
        <w:rPr>
          <w:rFonts w:cs="Arial"/>
          <w:iCs/>
          <w:sz w:val="22"/>
          <w:szCs w:val="22"/>
        </w:rPr>
      </w:pPr>
      <w:r w:rsidRPr="00402553">
        <w:rPr>
          <w:rFonts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cs="Arial"/>
          <w:iCs/>
          <w:sz w:val="22"/>
          <w:szCs w:val="22"/>
        </w:rPr>
        <w:instrText xml:space="preserve"> FORMCHECKBOX </w:instrText>
      </w:r>
      <w:r w:rsidR="00402ABA">
        <w:rPr>
          <w:rFonts w:cs="Arial"/>
          <w:iCs/>
          <w:sz w:val="22"/>
          <w:szCs w:val="22"/>
        </w:rPr>
      </w:r>
      <w:r w:rsidR="00402ABA">
        <w:rPr>
          <w:rFonts w:cs="Arial"/>
          <w:iCs/>
          <w:sz w:val="22"/>
          <w:szCs w:val="22"/>
        </w:rPr>
        <w:fldChar w:fldCharType="separate"/>
      </w:r>
      <w:r w:rsidRPr="00402553">
        <w:rPr>
          <w:rFonts w:cs="Arial"/>
          <w:iCs/>
          <w:sz w:val="22"/>
          <w:szCs w:val="22"/>
        </w:rPr>
        <w:fldChar w:fldCharType="end"/>
      </w:r>
      <w:r w:rsidR="000F7FA0" w:rsidRPr="00402553">
        <w:rPr>
          <w:rFonts w:cs="Arial"/>
          <w:iCs/>
          <w:sz w:val="22"/>
          <w:szCs w:val="22"/>
        </w:rPr>
        <w:t xml:space="preserve"> Instruction générale interministérielle n° 1300/SGDN/PSE/SSD </w:t>
      </w:r>
      <w:r w:rsidR="00D21A94" w:rsidRPr="00402553">
        <w:rPr>
          <w:rFonts w:cs="Arial"/>
          <w:iCs/>
          <w:sz w:val="22"/>
          <w:szCs w:val="22"/>
        </w:rPr>
        <w:t>des armées et l’instruction ministérielle n°900 sur la protection du secret et des informations DR et sensibles, approuvée par l’arrêté du 15 mars 2021</w:t>
      </w:r>
    </w:p>
    <w:p w14:paraId="1C691D04" w14:textId="77777777" w:rsidR="00402553" w:rsidRDefault="00402553" w:rsidP="00402553">
      <w:pPr>
        <w:tabs>
          <w:tab w:val="left" w:pos="851"/>
        </w:tabs>
        <w:jc w:val="both"/>
        <w:rPr>
          <w:rFonts w:ascii="Arial" w:hAnsi="Arial" w:cs="Arial"/>
          <w:b/>
          <w:szCs w:val="22"/>
        </w:rPr>
      </w:pPr>
    </w:p>
    <w:p w14:paraId="71116F7D" w14:textId="040003A2" w:rsidR="002A2D77" w:rsidRDefault="002A2D77" w:rsidP="00402553">
      <w:pPr>
        <w:tabs>
          <w:tab w:val="left" w:pos="851"/>
        </w:tabs>
        <w:jc w:val="both"/>
        <w:rPr>
          <w:rFonts w:ascii="Arial" w:hAnsi="Arial" w:cs="Arial"/>
          <w:b/>
          <w:szCs w:val="22"/>
        </w:rPr>
      </w:pPr>
      <w:proofErr w:type="gramStart"/>
      <w:r w:rsidRPr="00402553">
        <w:rPr>
          <w:rFonts w:ascii="Arial" w:hAnsi="Arial" w:cs="Arial"/>
          <w:b/>
          <w:szCs w:val="22"/>
        </w:rPr>
        <w:t>et</w:t>
      </w:r>
      <w:proofErr w:type="gramEnd"/>
      <w:r w:rsidRPr="00402553">
        <w:rPr>
          <w:rFonts w:ascii="Arial" w:hAnsi="Arial" w:cs="Arial"/>
          <w:b/>
          <w:szCs w:val="22"/>
        </w:rPr>
        <w:t xml:space="preserve"> conformément à leurs claus</w:t>
      </w:r>
      <w:r w:rsidR="005D0B2F" w:rsidRPr="00402553">
        <w:rPr>
          <w:rFonts w:ascii="Arial" w:hAnsi="Arial" w:cs="Arial"/>
          <w:b/>
          <w:szCs w:val="22"/>
        </w:rPr>
        <w:t>es,</w:t>
      </w:r>
    </w:p>
    <w:p w14:paraId="0F980BB6" w14:textId="77777777" w:rsidR="00402553" w:rsidRPr="00402553" w:rsidRDefault="00402553" w:rsidP="00402553">
      <w:pPr>
        <w:tabs>
          <w:tab w:val="left" w:pos="851"/>
        </w:tabs>
        <w:jc w:val="both"/>
        <w:rPr>
          <w:rFonts w:ascii="Arial" w:hAnsi="Arial" w:cs="Arial"/>
          <w:b/>
          <w:szCs w:val="22"/>
        </w:rPr>
      </w:pPr>
    </w:p>
    <w:p w14:paraId="7EBD7581" w14:textId="6D6F56F8" w:rsidR="005D0B2F" w:rsidRDefault="005D0B2F" w:rsidP="00402553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Cs w:val="22"/>
        </w:rPr>
      </w:pPr>
      <w:r w:rsidRPr="00402553">
        <w:rPr>
          <w:rFonts w:ascii="Arial" w:hAnsi="Arial" w:cs="Arial"/>
          <w:b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b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b/>
          <w:szCs w:val="22"/>
          <w:lang w:eastAsia="zh-CN"/>
        </w:rPr>
      </w:r>
      <w:r w:rsidR="00402ABA">
        <w:rPr>
          <w:rFonts w:ascii="Arial" w:hAnsi="Arial" w:cs="Arial"/>
          <w:b/>
          <w:szCs w:val="22"/>
          <w:lang w:eastAsia="zh-CN"/>
        </w:rPr>
        <w:fldChar w:fldCharType="separate"/>
      </w:r>
      <w:r w:rsidRPr="00402553">
        <w:rPr>
          <w:rFonts w:ascii="Arial" w:hAnsi="Arial" w:cs="Arial"/>
          <w:b/>
          <w:szCs w:val="22"/>
          <w:lang w:eastAsia="zh-CN"/>
        </w:rPr>
        <w:fldChar w:fldCharType="end"/>
      </w:r>
      <w:r w:rsidRPr="00402553">
        <w:rPr>
          <w:rFonts w:ascii="Arial" w:hAnsi="Arial" w:cs="Arial"/>
          <w:b/>
          <w:szCs w:val="22"/>
          <w:lang w:eastAsia="zh-CN"/>
        </w:rPr>
        <w:t xml:space="preserve"> </w:t>
      </w:r>
      <w:proofErr w:type="gramStart"/>
      <w:r w:rsidRPr="00402553">
        <w:rPr>
          <w:rFonts w:ascii="Arial" w:hAnsi="Arial" w:cs="Arial"/>
          <w:b/>
          <w:szCs w:val="22"/>
          <w:u w:val="single"/>
          <w:lang w:eastAsia="zh-CN"/>
        </w:rPr>
        <w:t>le</w:t>
      </w:r>
      <w:proofErr w:type="gramEnd"/>
      <w:r w:rsidRPr="00402553">
        <w:rPr>
          <w:rFonts w:ascii="Arial" w:hAnsi="Arial" w:cs="Arial"/>
          <w:b/>
          <w:szCs w:val="22"/>
          <w:u w:val="single"/>
          <w:lang w:eastAsia="zh-CN"/>
        </w:rPr>
        <w:t xml:space="preserve"> signataire</w:t>
      </w:r>
      <w:r w:rsidR="000B4CA3" w:rsidRPr="00402553">
        <w:rPr>
          <w:rFonts w:ascii="Arial" w:hAnsi="Arial" w:cs="Arial"/>
          <w:b/>
          <w:szCs w:val="22"/>
          <w:u w:val="single"/>
          <w:lang w:eastAsia="zh-CN"/>
        </w:rPr>
        <w:t> </w:t>
      </w:r>
      <w:r w:rsidR="000B4CA3" w:rsidRPr="00402553">
        <w:rPr>
          <w:rFonts w:ascii="Arial" w:hAnsi="Arial" w:cs="Arial"/>
          <w:iCs/>
          <w:color w:val="0070C0"/>
          <w:szCs w:val="22"/>
        </w:rPr>
        <w:t xml:space="preserve">: </w:t>
      </w:r>
    </w:p>
    <w:p w14:paraId="63686632" w14:textId="77777777" w:rsidR="00402553" w:rsidRPr="00402553" w:rsidRDefault="00402553" w:rsidP="00402553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Cs w:val="22"/>
        </w:rPr>
      </w:pPr>
    </w:p>
    <w:p w14:paraId="4551E161" w14:textId="77777777" w:rsidR="005D0B2F" w:rsidRPr="00402553" w:rsidRDefault="005D0B2F" w:rsidP="00402553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 xml:space="preserve"> </w:t>
      </w:r>
      <w:proofErr w:type="gramStart"/>
      <w:r w:rsidRPr="00402553">
        <w:rPr>
          <w:rFonts w:ascii="Arial" w:hAnsi="Arial" w:cs="Arial"/>
          <w:szCs w:val="22"/>
          <w:lang w:eastAsia="zh-CN"/>
        </w:rPr>
        <w:t>s’engage</w:t>
      </w:r>
      <w:proofErr w:type="gramEnd"/>
      <w:r w:rsidRPr="00402553">
        <w:rPr>
          <w:rFonts w:ascii="Arial" w:hAnsi="Arial" w:cs="Arial"/>
          <w:szCs w:val="22"/>
          <w:lang w:eastAsia="zh-CN"/>
        </w:rPr>
        <w:t>, sur la base de son offre et pour son propre compte ;</w:t>
      </w:r>
    </w:p>
    <w:p w14:paraId="1CCF7BDD" w14:textId="2B6933C6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Nom commercial du candidat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5ECF9B82" w14:textId="2B7749AF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Dénomination sociale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5D8DBC57" w14:textId="708582DB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de l’établissement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217F47F3" w14:textId="0E313966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du siège social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2AF7EFCC" w14:textId="77777777" w:rsidR="001C0D19" w:rsidRPr="00402553" w:rsidRDefault="001C0D19" w:rsidP="0040255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(Si différente de l’adresse de l’établissement) </w:t>
      </w:r>
    </w:p>
    <w:p w14:paraId="04B739A2" w14:textId="10CF8700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électronique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042AAB23" w14:textId="66EEE0A6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téléphone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3F4026D" w14:textId="3169740D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télécopie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30E0FF2" w14:textId="28BBB5FB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SIRET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327E28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444130C1" w14:textId="77777777" w:rsidR="00402553" w:rsidRPr="00402553" w:rsidRDefault="00402553" w:rsidP="0040255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</w:p>
    <w:p w14:paraId="12019823" w14:textId="2F641127" w:rsidR="005D0B2F" w:rsidRPr="00402553" w:rsidRDefault="005D0B2F" w:rsidP="00402553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 xml:space="preserve"> engage la société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center" w:leader="dot"/>
      </w:r>
      <w:r w:rsidRPr="00402553">
        <w:rPr>
          <w:rFonts w:ascii="Arial" w:hAnsi="Arial" w:cs="Arial"/>
          <w:szCs w:val="22"/>
          <w:lang w:eastAsia="zh-CN"/>
        </w:rPr>
        <w:t xml:space="preserve"> sur la base de son offre ;</w:t>
      </w:r>
    </w:p>
    <w:p w14:paraId="75758E7F" w14:textId="5E0A0DE5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Nom commercial du candidat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39E885C3" w14:textId="357103CD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Dénomination sociale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28606BC6" w14:textId="4AF67B8C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de l’établissement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16134DEB" w14:textId="5ADBA53C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du siège social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DA0F2AE" w14:textId="77777777" w:rsidR="001C0D19" w:rsidRPr="00402553" w:rsidRDefault="001C0D19" w:rsidP="00402553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(Si différente de l’adresse de l’établissement) </w:t>
      </w:r>
    </w:p>
    <w:p w14:paraId="228AF3E6" w14:textId="6EFB8DD1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électronique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47BB8D9B" w14:textId="7C40CB4A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téléphone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01343EFE" w14:textId="24DEB730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télécopie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4C6134EB" w14:textId="4744A877" w:rsidR="001C0D19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SIRET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F3564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0A758131" w14:textId="77777777" w:rsidR="00732C45" w:rsidRPr="00402553" w:rsidRDefault="00732C45" w:rsidP="0040255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</w:p>
    <w:p w14:paraId="3E3F84E8" w14:textId="481E2547" w:rsidR="005D0B2F" w:rsidRDefault="005D0B2F" w:rsidP="00402553">
      <w:pPr>
        <w:pStyle w:val="Paragraphedeliste"/>
        <w:suppressAutoHyphens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b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b/>
          <w:szCs w:val="22"/>
          <w:lang w:eastAsia="zh-CN"/>
        </w:rPr>
      </w:r>
      <w:r w:rsidR="00402ABA">
        <w:rPr>
          <w:rFonts w:ascii="Arial" w:hAnsi="Arial" w:cs="Arial"/>
          <w:b/>
          <w:szCs w:val="22"/>
          <w:lang w:eastAsia="zh-CN"/>
        </w:rPr>
        <w:fldChar w:fldCharType="separate"/>
      </w:r>
      <w:r w:rsidRPr="00402553">
        <w:rPr>
          <w:rFonts w:ascii="Arial" w:hAnsi="Arial" w:cs="Arial"/>
          <w:b/>
          <w:szCs w:val="22"/>
          <w:lang w:eastAsia="zh-CN"/>
        </w:rPr>
        <w:fldChar w:fldCharType="end"/>
      </w:r>
      <w:r w:rsidRPr="00402553">
        <w:rPr>
          <w:rFonts w:ascii="Arial" w:hAnsi="Arial" w:cs="Arial"/>
          <w:b/>
          <w:szCs w:val="22"/>
          <w:lang w:eastAsia="zh-CN"/>
        </w:rPr>
        <w:t xml:space="preserve"> </w:t>
      </w:r>
      <w:proofErr w:type="gramStart"/>
      <w:r w:rsidRPr="00402553">
        <w:rPr>
          <w:rFonts w:ascii="Arial" w:hAnsi="Arial" w:cs="Arial"/>
          <w:b/>
          <w:szCs w:val="22"/>
          <w:u w:val="single"/>
          <w:lang w:eastAsia="zh-CN"/>
        </w:rPr>
        <w:t>l’ensemble</w:t>
      </w:r>
      <w:proofErr w:type="gramEnd"/>
      <w:r w:rsidRPr="00402553">
        <w:rPr>
          <w:rFonts w:ascii="Arial" w:hAnsi="Arial" w:cs="Arial"/>
          <w:b/>
          <w:szCs w:val="22"/>
          <w:u w:val="single"/>
          <w:lang w:eastAsia="zh-CN"/>
        </w:rPr>
        <w:t xml:space="preserve"> des membres du groupement</w:t>
      </w:r>
      <w:r w:rsidRPr="00402553">
        <w:rPr>
          <w:rFonts w:ascii="Arial" w:hAnsi="Arial" w:cs="Arial"/>
          <w:szCs w:val="22"/>
          <w:lang w:eastAsia="zh-CN"/>
        </w:rPr>
        <w:t xml:space="preserve"> s’engagent, sur la base de l’offre du groupement ;</w:t>
      </w:r>
    </w:p>
    <w:p w14:paraId="4788F659" w14:textId="77777777" w:rsidR="00402553" w:rsidRPr="00402553" w:rsidRDefault="00402553" w:rsidP="00402553">
      <w:pPr>
        <w:pStyle w:val="Paragraphedeliste"/>
        <w:suppressAutoHyphens/>
        <w:jc w:val="both"/>
        <w:rPr>
          <w:rFonts w:ascii="Arial" w:hAnsi="Arial" w:cs="Arial"/>
          <w:i/>
          <w:szCs w:val="22"/>
          <w:lang w:eastAsia="zh-CN"/>
        </w:rPr>
      </w:pPr>
    </w:p>
    <w:p w14:paraId="140218CD" w14:textId="00FBD034" w:rsidR="00E84036" w:rsidRPr="00402553" w:rsidRDefault="00E84036" w:rsidP="00402553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u w:val="single"/>
          <w:lang w:eastAsia="zh-CN"/>
        </w:rPr>
        <w:t>1</w:t>
      </w:r>
      <w:r w:rsidRPr="00402553">
        <w:rPr>
          <w:rFonts w:ascii="Arial" w:hAnsi="Arial" w:cs="Arial"/>
          <w:szCs w:val="22"/>
          <w:u w:val="single"/>
          <w:vertAlign w:val="superscript"/>
          <w:lang w:eastAsia="zh-CN"/>
        </w:rPr>
        <w:t>ère</w:t>
      </w:r>
      <w:r w:rsidRPr="00402553">
        <w:rPr>
          <w:rFonts w:ascii="Arial" w:hAnsi="Arial" w:cs="Arial"/>
          <w:szCs w:val="22"/>
          <w:u w:val="single"/>
          <w:lang w:eastAsia="zh-CN"/>
        </w:rPr>
        <w:t xml:space="preserve"> entreprise cotraitante </w:t>
      </w:r>
      <w:r w:rsidRPr="00402553">
        <w:rPr>
          <w:rFonts w:ascii="Arial" w:hAnsi="Arial" w:cs="Arial"/>
          <w:b/>
          <w:szCs w:val="22"/>
          <w:u w:val="single"/>
          <w:lang w:eastAsia="zh-CN"/>
        </w:rPr>
        <w:t>mandataire solidaire</w:t>
      </w:r>
      <w:r w:rsidRPr="00402553">
        <w:rPr>
          <w:rFonts w:ascii="Arial" w:hAnsi="Arial" w:cs="Arial"/>
          <w:szCs w:val="22"/>
          <w:u w:val="single"/>
          <w:lang w:eastAsia="zh-CN"/>
        </w:rPr>
        <w:t xml:space="preserve"> du groupement</w:t>
      </w:r>
      <w:r w:rsidRPr="00402553">
        <w:rPr>
          <w:rFonts w:ascii="Arial" w:hAnsi="Arial" w:cs="Arial"/>
          <w:szCs w:val="22"/>
          <w:lang w:eastAsia="zh-CN"/>
        </w:rPr>
        <w:t> :</w:t>
      </w:r>
    </w:p>
    <w:p w14:paraId="2F7E1A0F" w14:textId="3449D2AA" w:rsidR="00E84036" w:rsidRPr="00402553" w:rsidRDefault="00E84036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Nom commercial du candidat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13BA8406" w14:textId="65B52F41" w:rsidR="00E84036" w:rsidRPr="00402553" w:rsidRDefault="00E84036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Dénomination sociale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5679419" w14:textId="07A38DA7" w:rsidR="00E84036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de l’établissement </w:t>
      </w:r>
      <w:r w:rsidRPr="00402553">
        <w:rPr>
          <w:rFonts w:ascii="Arial" w:hAnsi="Arial" w:cs="Arial"/>
          <w:szCs w:val="22"/>
          <w:lang w:eastAsia="zh-CN"/>
        </w:rPr>
        <w:tab/>
      </w:r>
      <w:r w:rsidR="00E84036" w:rsidRPr="00402553">
        <w:rPr>
          <w:rFonts w:ascii="Arial" w:hAnsi="Arial" w:cs="Arial"/>
          <w:szCs w:val="22"/>
          <w:lang w:eastAsia="zh-CN"/>
        </w:rPr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21A96C95" w14:textId="2590FDAB" w:rsidR="00E84036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du siège social</w:t>
      </w:r>
      <w:r w:rsidRPr="00402553">
        <w:rPr>
          <w:rFonts w:ascii="Arial" w:hAnsi="Arial" w:cs="Arial"/>
          <w:szCs w:val="22"/>
          <w:lang w:eastAsia="zh-CN"/>
        </w:rPr>
        <w:tab/>
      </w:r>
      <w:r w:rsidR="00E84036" w:rsidRPr="00402553">
        <w:rPr>
          <w:rFonts w:ascii="Arial" w:hAnsi="Arial" w:cs="Arial"/>
          <w:szCs w:val="22"/>
          <w:lang w:eastAsia="zh-CN"/>
        </w:rPr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BB76060" w14:textId="77777777" w:rsidR="00E84036" w:rsidRPr="00402553" w:rsidRDefault="00E84036" w:rsidP="0040255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(Si différente de l’adresse de l’établissement) </w:t>
      </w:r>
    </w:p>
    <w:p w14:paraId="44F93152" w14:textId="1ECCF158" w:rsidR="00E84036" w:rsidRPr="00402553" w:rsidRDefault="00E84036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électronique</w:t>
      </w:r>
      <w:r w:rsidR="001C0D19"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3D5BEB7" w14:textId="74F62FD8" w:rsidR="00E84036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téléphone</w:t>
      </w:r>
      <w:r w:rsidRPr="00402553">
        <w:rPr>
          <w:rFonts w:ascii="Arial" w:hAnsi="Arial" w:cs="Arial"/>
          <w:szCs w:val="22"/>
          <w:lang w:eastAsia="zh-CN"/>
        </w:rPr>
        <w:tab/>
      </w:r>
      <w:r w:rsidR="00E84036" w:rsidRPr="00402553">
        <w:rPr>
          <w:rFonts w:ascii="Arial" w:hAnsi="Arial" w:cs="Arial"/>
          <w:szCs w:val="22"/>
          <w:lang w:eastAsia="zh-CN"/>
        </w:rPr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6A025BFA" w14:textId="252B11CC" w:rsidR="00E84036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télécopie</w:t>
      </w:r>
      <w:r w:rsidRPr="00402553">
        <w:rPr>
          <w:rFonts w:ascii="Arial" w:hAnsi="Arial" w:cs="Arial"/>
          <w:szCs w:val="22"/>
          <w:lang w:eastAsia="zh-CN"/>
        </w:rPr>
        <w:tab/>
      </w:r>
      <w:r w:rsidR="00E84036" w:rsidRPr="00402553">
        <w:rPr>
          <w:rFonts w:ascii="Arial" w:hAnsi="Arial" w:cs="Arial"/>
          <w:szCs w:val="22"/>
          <w:lang w:eastAsia="zh-CN"/>
        </w:rPr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07B00023" w14:textId="0F151C1B" w:rsidR="00E84036" w:rsidRPr="00402553" w:rsidRDefault="001C0D19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SIRET </w:t>
      </w:r>
      <w:r w:rsidRPr="00402553">
        <w:rPr>
          <w:rFonts w:ascii="Arial" w:hAnsi="Arial" w:cs="Arial"/>
          <w:szCs w:val="22"/>
          <w:lang w:eastAsia="zh-CN"/>
        </w:rPr>
        <w:tab/>
      </w:r>
      <w:r w:rsidR="00E84036" w:rsidRPr="00402553">
        <w:rPr>
          <w:rFonts w:ascii="Arial" w:hAnsi="Arial" w:cs="Arial"/>
          <w:szCs w:val="22"/>
          <w:lang w:eastAsia="zh-CN"/>
        </w:rPr>
        <w:t xml:space="preserve">: </w:t>
      </w:r>
      <w:r w:rsidR="00486C35"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37E3F33A" w14:textId="77777777" w:rsidR="00402553" w:rsidRPr="00402553" w:rsidRDefault="00402553" w:rsidP="0040255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</w:p>
    <w:p w14:paraId="10596998" w14:textId="79EA3B91" w:rsidR="0096520E" w:rsidRPr="00402553" w:rsidRDefault="0096520E" w:rsidP="00402553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u w:val="single"/>
          <w:lang w:eastAsia="zh-CN"/>
        </w:rPr>
        <w:t>2</w:t>
      </w:r>
      <w:r w:rsidRPr="00402553">
        <w:rPr>
          <w:rFonts w:ascii="Arial" w:hAnsi="Arial" w:cs="Arial"/>
          <w:szCs w:val="22"/>
          <w:u w:val="single"/>
          <w:vertAlign w:val="superscript"/>
          <w:lang w:eastAsia="zh-CN"/>
        </w:rPr>
        <w:t>ème</w:t>
      </w:r>
      <w:r w:rsidRPr="00402553">
        <w:rPr>
          <w:rFonts w:ascii="Arial" w:hAnsi="Arial" w:cs="Arial"/>
          <w:szCs w:val="22"/>
          <w:u w:val="single"/>
          <w:lang w:eastAsia="zh-CN"/>
        </w:rPr>
        <w:t xml:space="preserve"> entreprise cotraitante du groupement</w:t>
      </w:r>
      <w:r w:rsidRPr="00402553">
        <w:rPr>
          <w:rFonts w:ascii="Arial" w:hAnsi="Arial" w:cs="Arial"/>
          <w:szCs w:val="22"/>
          <w:lang w:eastAsia="zh-CN"/>
        </w:rPr>
        <w:t> :</w:t>
      </w:r>
    </w:p>
    <w:p w14:paraId="5134AF81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Nom commercial du candidat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6D3DC60C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Dénomination sociale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5E3A08F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de l’établissement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389384DC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du siège social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0E5CCFF4" w14:textId="77777777" w:rsidR="0096520E" w:rsidRPr="00402553" w:rsidRDefault="0096520E" w:rsidP="0040255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(Si différente de l’adresse de l’établissement) </w:t>
      </w:r>
    </w:p>
    <w:p w14:paraId="19A289ED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Adresse électronique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0B920B1D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téléphone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31AAFFA3" w14:textId="77777777" w:rsidR="0096520E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de télécopie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7B320E33" w14:textId="2CB4DDBA" w:rsidR="00F67C2B" w:rsidRPr="00402553" w:rsidRDefault="0096520E" w:rsidP="0040255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Numéro SIRET </w:t>
      </w:r>
      <w:r w:rsidRPr="00402553">
        <w:rPr>
          <w:rFonts w:ascii="Arial" w:hAnsi="Arial" w:cs="Arial"/>
          <w:szCs w:val="22"/>
          <w:lang w:eastAsia="zh-CN"/>
        </w:rPr>
        <w:tab/>
        <w:t xml:space="preserve">: </w:t>
      </w:r>
      <w:r w:rsidRPr="00402553">
        <w:rPr>
          <w:rFonts w:ascii="Arial" w:hAnsi="Arial" w:cs="Arial"/>
          <w:szCs w:val="22"/>
          <w:lang w:eastAsia="zh-CN"/>
        </w:rPr>
        <w:ptab w:relativeTo="margin" w:alignment="right" w:leader="dot"/>
      </w:r>
    </w:p>
    <w:p w14:paraId="6B8D7609" w14:textId="77777777" w:rsidR="0096520E" w:rsidRPr="00402553" w:rsidRDefault="0096520E" w:rsidP="00402553">
      <w:pPr>
        <w:pStyle w:val="fcase1ertab"/>
        <w:ind w:left="0" w:firstLine="0"/>
        <w:rPr>
          <w:rFonts w:ascii="Arial" w:hAnsi="Arial" w:cs="Arial"/>
          <w:b/>
          <w:sz w:val="22"/>
          <w:szCs w:val="22"/>
        </w:rPr>
      </w:pPr>
    </w:p>
    <w:p w14:paraId="2A33C351" w14:textId="4392A33F" w:rsidR="00B9117B" w:rsidRPr="00402553" w:rsidRDefault="00B9117B" w:rsidP="00402553">
      <w:pPr>
        <w:pStyle w:val="fcase1ertab"/>
        <w:ind w:left="0" w:firstLine="0"/>
        <w:rPr>
          <w:rFonts w:ascii="Arial" w:hAnsi="Arial" w:cs="Arial"/>
          <w:b/>
          <w:i/>
          <w:color w:val="FF0000"/>
          <w:sz w:val="22"/>
          <w:szCs w:val="22"/>
        </w:rPr>
      </w:pPr>
      <w:r w:rsidRPr="00402553">
        <w:rPr>
          <w:rFonts w:ascii="Arial" w:hAnsi="Arial" w:cs="Arial"/>
          <w:b/>
          <w:sz w:val="22"/>
          <w:szCs w:val="22"/>
        </w:rPr>
        <w:t>A exécuter les prestations demandées :</w:t>
      </w:r>
      <w:r w:rsidR="003D3613" w:rsidRPr="00402553">
        <w:rPr>
          <w:rFonts w:ascii="Arial" w:hAnsi="Arial" w:cs="Arial"/>
          <w:b/>
          <w:sz w:val="22"/>
          <w:szCs w:val="22"/>
        </w:rPr>
        <w:t xml:space="preserve"> </w:t>
      </w:r>
    </w:p>
    <w:p w14:paraId="24E01E26" w14:textId="77777777" w:rsidR="00402553" w:rsidRDefault="00402553" w:rsidP="00402553">
      <w:pPr>
        <w:ind w:left="720" w:hanging="720"/>
        <w:rPr>
          <w:rFonts w:ascii="Arial" w:hAnsi="Arial" w:cs="Arial"/>
          <w:szCs w:val="22"/>
        </w:rPr>
      </w:pPr>
    </w:p>
    <w:p w14:paraId="57C9122A" w14:textId="2BF9AFF5" w:rsidR="00B9117B" w:rsidRPr="00402553" w:rsidRDefault="009B2F53" w:rsidP="00402553">
      <w:pPr>
        <w:ind w:left="720" w:hanging="720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 xml:space="preserve">Au prix </w:t>
      </w:r>
      <w:r w:rsidR="00CA7942" w:rsidRPr="00402553">
        <w:rPr>
          <w:rFonts w:ascii="Arial" w:hAnsi="Arial" w:cs="Arial"/>
          <w:szCs w:val="22"/>
        </w:rPr>
        <w:t xml:space="preserve">global et </w:t>
      </w:r>
      <w:r w:rsidRPr="00402553">
        <w:rPr>
          <w:rFonts w:ascii="Arial" w:hAnsi="Arial" w:cs="Arial"/>
          <w:szCs w:val="22"/>
        </w:rPr>
        <w:t>forfaitaire indiqué ci-dessous</w:t>
      </w:r>
      <w:r w:rsidR="00924357" w:rsidRPr="00402553">
        <w:rPr>
          <w:rFonts w:ascii="Arial" w:hAnsi="Arial" w:cs="Arial"/>
          <w:szCs w:val="22"/>
        </w:rPr>
        <w:t xml:space="preserve"> correspondant </w:t>
      </w:r>
      <w:r w:rsidR="00C16796" w:rsidRPr="00402553">
        <w:rPr>
          <w:rFonts w:ascii="Arial" w:hAnsi="Arial" w:cs="Arial"/>
          <w:szCs w:val="22"/>
        </w:rPr>
        <w:t>à l’annexe financière jointe :</w:t>
      </w:r>
      <w:r w:rsidRPr="00402553">
        <w:rPr>
          <w:rFonts w:ascii="Arial" w:hAnsi="Arial" w:cs="Arial"/>
          <w:szCs w:val="22"/>
        </w:rPr>
        <w:t xml:space="preserve"> </w:t>
      </w:r>
    </w:p>
    <w:p w14:paraId="153A1CC1" w14:textId="77777777" w:rsidR="00402553" w:rsidRPr="00402553" w:rsidRDefault="00402553" w:rsidP="00402553">
      <w:pPr>
        <w:ind w:left="720" w:hanging="720"/>
        <w:rPr>
          <w:rFonts w:ascii="Arial" w:hAnsi="Arial" w:cs="Arial"/>
          <w:szCs w:val="22"/>
        </w:rPr>
      </w:pPr>
    </w:p>
    <w:tbl>
      <w:tblPr>
        <w:tblStyle w:val="Grilledutableau"/>
        <w:tblW w:w="6930" w:type="dxa"/>
        <w:tblInd w:w="720" w:type="dxa"/>
        <w:tblLook w:val="04A0" w:firstRow="1" w:lastRow="0" w:firstColumn="1" w:lastColumn="0" w:noHBand="0" w:noVBand="1"/>
      </w:tblPr>
      <w:tblGrid>
        <w:gridCol w:w="3811"/>
        <w:gridCol w:w="3119"/>
      </w:tblGrid>
      <w:tr w:rsidR="0096520E" w:rsidRPr="00402553" w14:paraId="30852DB6" w14:textId="77777777" w:rsidTr="0096520E">
        <w:tc>
          <w:tcPr>
            <w:tcW w:w="3811" w:type="dxa"/>
            <w:vAlign w:val="center"/>
          </w:tcPr>
          <w:p w14:paraId="6201C022" w14:textId="0B4770BA" w:rsidR="0096520E" w:rsidRPr="00402553" w:rsidRDefault="0096520E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Montant en € HT arrêté en chiffres à</w:t>
            </w:r>
          </w:p>
        </w:tc>
        <w:tc>
          <w:tcPr>
            <w:tcW w:w="3119" w:type="dxa"/>
          </w:tcPr>
          <w:p w14:paraId="0E0AD113" w14:textId="41407CD5" w:rsidR="0096520E" w:rsidRPr="00402553" w:rsidRDefault="0096520E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96520E" w:rsidRPr="00402553" w14:paraId="3E4EBB2A" w14:textId="77777777" w:rsidTr="0096520E">
        <w:tc>
          <w:tcPr>
            <w:tcW w:w="3811" w:type="dxa"/>
            <w:vAlign w:val="center"/>
          </w:tcPr>
          <w:p w14:paraId="1AC9DAC6" w14:textId="4D357D3E" w:rsidR="0096520E" w:rsidRPr="00402553" w:rsidRDefault="0096520E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Montant de TVA (taux : 20 %)</w:t>
            </w:r>
          </w:p>
        </w:tc>
        <w:tc>
          <w:tcPr>
            <w:tcW w:w="3119" w:type="dxa"/>
          </w:tcPr>
          <w:p w14:paraId="00377F2E" w14:textId="7834C080" w:rsidR="0096520E" w:rsidRPr="00402553" w:rsidRDefault="0096520E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96520E" w:rsidRPr="00402553" w14:paraId="6707F836" w14:textId="77777777" w:rsidTr="0096520E">
        <w:tc>
          <w:tcPr>
            <w:tcW w:w="3811" w:type="dxa"/>
            <w:vAlign w:val="center"/>
          </w:tcPr>
          <w:p w14:paraId="7AC0B527" w14:textId="2A281538" w:rsidR="0096520E" w:rsidRPr="00402553" w:rsidRDefault="0096520E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 xml:space="preserve">Montant en € TTC arrêté en chiffres à </w:t>
            </w:r>
          </w:p>
        </w:tc>
        <w:tc>
          <w:tcPr>
            <w:tcW w:w="3119" w:type="dxa"/>
          </w:tcPr>
          <w:p w14:paraId="6D6F0F99" w14:textId="4CDAA38A" w:rsidR="0096520E" w:rsidRPr="00402553" w:rsidRDefault="0096520E" w:rsidP="00402553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1A3AA8AE" w14:textId="77777777" w:rsidR="0096520E" w:rsidRPr="00402553" w:rsidRDefault="0096520E" w:rsidP="00402553">
      <w:pPr>
        <w:ind w:left="720" w:hanging="720"/>
        <w:rPr>
          <w:rFonts w:ascii="Arial" w:hAnsi="Arial" w:cs="Arial"/>
          <w:szCs w:val="22"/>
        </w:rPr>
      </w:pPr>
    </w:p>
    <w:p w14:paraId="34C6137B" w14:textId="6B4D21CB" w:rsidR="00572A24" w:rsidRPr="00402553" w:rsidRDefault="00572A24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402553">
        <w:rPr>
          <w:rFonts w:ascii="Arial" w:hAnsi="Arial" w:cs="Arial"/>
          <w:b/>
          <w:szCs w:val="22"/>
          <w:lang w:eastAsia="zh-CN"/>
        </w:rPr>
        <w:t>–</w:t>
      </w:r>
      <w:r w:rsidRPr="00402553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402553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25318060" w14:textId="77777777" w:rsid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28DC1696" w:rsidR="00B90DBD" w:rsidRPr="00402553" w:rsidRDefault="00DC0B9A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Cs w:val="22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402553">
        <w:rPr>
          <w:rFonts w:ascii="Arial" w:hAnsi="Arial" w:cs="Arial"/>
          <w:b/>
          <w:szCs w:val="22"/>
          <w:lang w:eastAsia="zh-CN"/>
        </w:rPr>
        <w:t>Forme</w:t>
      </w:r>
      <w:r w:rsidR="00884105" w:rsidRPr="00402553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402553">
        <w:rPr>
          <w:rFonts w:ascii="Arial" w:hAnsi="Arial" w:cs="Arial"/>
          <w:szCs w:val="22"/>
        </w:rPr>
        <w:t xml:space="preserve">Prix forfaitaires </w:t>
      </w:r>
    </w:p>
    <w:p w14:paraId="184B125A" w14:textId="77777777" w:rsid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77FE4696" w14:textId="5EB3827A" w:rsidR="004B22AC" w:rsidRPr="00402553" w:rsidRDefault="004B22AC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B2.</w:t>
      </w:r>
      <w:r w:rsidR="004F21E9" w:rsidRPr="00402553">
        <w:rPr>
          <w:rFonts w:ascii="Arial" w:hAnsi="Arial" w:cs="Arial"/>
          <w:b/>
          <w:szCs w:val="22"/>
          <w:lang w:eastAsia="zh-CN"/>
        </w:rPr>
        <w:t>2</w:t>
      </w:r>
      <w:r w:rsidRPr="00402553">
        <w:rPr>
          <w:rFonts w:ascii="Arial" w:hAnsi="Arial" w:cs="Arial"/>
          <w:b/>
          <w:szCs w:val="22"/>
          <w:lang w:eastAsia="zh-CN"/>
        </w:rPr>
        <w:t xml:space="preserve"> Variation des prix :</w:t>
      </w:r>
      <w:r w:rsidR="00402553" w:rsidRPr="00402553">
        <w:rPr>
          <w:rFonts w:ascii="Arial" w:hAnsi="Arial" w:cs="Arial"/>
          <w:szCs w:val="22"/>
        </w:rPr>
        <w:t xml:space="preserve"> Les prix sont fermes et actualisables</w:t>
      </w:r>
    </w:p>
    <w:p w14:paraId="7A7BC141" w14:textId="17D77AE8" w:rsidR="00F54A5A" w:rsidRPr="00402553" w:rsidRDefault="00F54A5A" w:rsidP="00402553">
      <w:pPr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b/>
          <w:szCs w:val="22"/>
        </w:rPr>
        <w:t>L’Index/indice de référence I choisi</w:t>
      </w:r>
      <w:r w:rsidRPr="00402553">
        <w:rPr>
          <w:rFonts w:ascii="Arial" w:hAnsi="Arial" w:cs="Arial"/>
          <w:szCs w:val="22"/>
        </w:rPr>
        <w:t xml:space="preserve"> en raison de sa structure pour l</w:t>
      </w:r>
      <w:r w:rsidR="00EB2997" w:rsidRPr="00402553">
        <w:rPr>
          <w:rFonts w:ascii="Arial" w:hAnsi="Arial" w:cs="Arial"/>
          <w:szCs w:val="22"/>
        </w:rPr>
        <w:t>a variation</w:t>
      </w:r>
      <w:r w:rsidRPr="00402553">
        <w:rPr>
          <w:rFonts w:ascii="Arial" w:hAnsi="Arial" w:cs="Arial"/>
          <w:szCs w:val="22"/>
        </w:rPr>
        <w:t xml:space="preserve"> des prix est le suivant :</w:t>
      </w:r>
      <w:r w:rsidR="00402553">
        <w:rPr>
          <w:rFonts w:ascii="Arial" w:hAnsi="Arial" w:cs="Arial"/>
          <w:szCs w:val="22"/>
        </w:rPr>
        <w:t xml:space="preserve"> </w:t>
      </w:r>
      <w:r w:rsidRPr="00402553">
        <w:rPr>
          <w:rFonts w:ascii="Arial" w:hAnsi="Arial" w:cs="Arial"/>
          <w:b/>
          <w:szCs w:val="22"/>
        </w:rPr>
        <w:t>Index/Indice</w:t>
      </w:r>
      <w:r w:rsidRPr="00402553">
        <w:rPr>
          <w:rFonts w:ascii="Arial" w:hAnsi="Arial" w:cs="Arial"/>
          <w:szCs w:val="22"/>
        </w:rPr>
        <w:t> :</w:t>
      </w:r>
      <w:r w:rsidRPr="00402553">
        <w:rPr>
          <w:rFonts w:ascii="Arial" w:hAnsi="Arial" w:cs="Arial"/>
          <w:b/>
          <w:szCs w:val="22"/>
        </w:rPr>
        <w:t xml:space="preserve"> </w:t>
      </w:r>
      <w:r w:rsidR="00025D39" w:rsidRPr="00402553">
        <w:rPr>
          <w:rFonts w:ascii="Arial" w:hAnsi="Arial" w:cs="Arial"/>
          <w:b/>
          <w:szCs w:val="22"/>
        </w:rPr>
        <w:t>ING-2010 (à modifier le cas échéant)</w:t>
      </w:r>
    </w:p>
    <w:p w14:paraId="796F1F2A" w14:textId="77777777" w:rsidR="0096520E" w:rsidRPr="00402553" w:rsidRDefault="0096520E" w:rsidP="00402553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6D20ED94" w14:textId="4DACCE31" w:rsidR="00BB13F4" w:rsidRPr="00402553" w:rsidRDefault="00BB13F4" w:rsidP="00402553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B2.3 Mois Zéro :</w:t>
      </w:r>
    </w:p>
    <w:p w14:paraId="75E8B540" w14:textId="77777777" w:rsidR="00402553" w:rsidRPr="00402553" w:rsidRDefault="00402553" w:rsidP="00402553">
      <w:pPr>
        <w:jc w:val="both"/>
        <w:rPr>
          <w:rFonts w:ascii="Arial" w:hAnsi="Arial" w:cs="Arial"/>
          <w:szCs w:val="22"/>
        </w:rPr>
      </w:pPr>
    </w:p>
    <w:p w14:paraId="23473117" w14:textId="0AC9AC6E" w:rsidR="00BB13F4" w:rsidRPr="00402553" w:rsidRDefault="00BB13F4" w:rsidP="00402553">
      <w:pPr>
        <w:jc w:val="both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szCs w:val="22"/>
        </w:rPr>
        <w:t xml:space="preserve">Le mois Zéro (M0) est le suivant : </w:t>
      </w:r>
      <w:r w:rsidR="0096520E" w:rsidRPr="00402553">
        <w:rPr>
          <w:rFonts w:ascii="Arial" w:hAnsi="Arial" w:cs="Arial"/>
          <w:b/>
          <w:szCs w:val="22"/>
        </w:rPr>
        <w:t>juin 2025</w:t>
      </w:r>
    </w:p>
    <w:p w14:paraId="59A73B6A" w14:textId="77777777" w:rsidR="00BB13F4" w:rsidRPr="00402553" w:rsidRDefault="00BB13F4" w:rsidP="00402553">
      <w:pPr>
        <w:ind w:left="1843" w:hanging="720"/>
        <w:rPr>
          <w:rFonts w:ascii="Arial" w:hAnsi="Arial" w:cs="Arial"/>
          <w:color w:val="FF0000"/>
          <w:szCs w:val="22"/>
        </w:rPr>
      </w:pPr>
    </w:p>
    <w:p w14:paraId="1ED61F21" w14:textId="3D78EAEE" w:rsidR="00130F31" w:rsidRDefault="00130F31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62D988B2" w14:textId="77777777" w:rsidR="00402553" w:rsidRP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D65C27C" w14:textId="34C1EA82" w:rsidR="00130F31" w:rsidRPr="00402553" w:rsidRDefault="00130F31" w:rsidP="00402553">
      <w:pPr>
        <w:tabs>
          <w:tab w:val="left" w:pos="426"/>
          <w:tab w:val="left" w:pos="851"/>
        </w:tabs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>Pour l’exécution du Marché Public le groupement d’opérateurs économiques est :</w:t>
      </w:r>
    </w:p>
    <w:p w14:paraId="55BEFF19" w14:textId="77777777" w:rsidR="00130F31" w:rsidRPr="00402553" w:rsidRDefault="00130F31" w:rsidP="00402553">
      <w:pPr>
        <w:ind w:left="1134"/>
        <w:rPr>
          <w:rFonts w:ascii="Arial" w:hAnsi="Arial" w:cs="Arial"/>
          <w:iCs/>
          <w:szCs w:val="22"/>
        </w:rPr>
      </w:pPr>
      <w:r w:rsidRPr="00402553">
        <w:rPr>
          <w:rFonts w:ascii="Arial" w:hAnsi="Arial" w:cs="Arial"/>
          <w:iCs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02553">
        <w:rPr>
          <w:rFonts w:ascii="Arial" w:hAnsi="Arial" w:cs="Arial"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Cs/>
          <w:szCs w:val="22"/>
        </w:rPr>
      </w:r>
      <w:r w:rsidR="00402ABA">
        <w:rPr>
          <w:rFonts w:ascii="Arial" w:hAnsi="Arial" w:cs="Arial"/>
          <w:iCs/>
          <w:szCs w:val="22"/>
        </w:rPr>
        <w:fldChar w:fldCharType="separate"/>
      </w:r>
      <w:r w:rsidRPr="00402553">
        <w:rPr>
          <w:rFonts w:ascii="Arial" w:hAnsi="Arial" w:cs="Arial"/>
          <w:iCs/>
          <w:szCs w:val="22"/>
        </w:rPr>
        <w:fldChar w:fldCharType="end"/>
      </w:r>
      <w:r w:rsidRPr="00402553">
        <w:rPr>
          <w:rFonts w:ascii="Arial" w:hAnsi="Arial" w:cs="Arial"/>
          <w:iCs/>
          <w:szCs w:val="22"/>
        </w:rPr>
        <w:t xml:space="preserve"> Groupement conjoint (mandataire solidaire).</w:t>
      </w:r>
      <w:r w:rsidRPr="00402553">
        <w:rPr>
          <w:rFonts w:ascii="Arial" w:hAnsi="Arial" w:cs="Arial"/>
          <w:iCs/>
          <w:szCs w:val="22"/>
        </w:rPr>
        <w:tab/>
      </w:r>
      <w:r w:rsidRPr="00402553">
        <w:rPr>
          <w:rFonts w:ascii="Arial" w:hAnsi="Arial" w:cs="Arial"/>
          <w:iCs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02553">
        <w:rPr>
          <w:rFonts w:ascii="Arial" w:hAnsi="Arial" w:cs="Arial"/>
          <w:iCs/>
          <w:szCs w:val="22"/>
        </w:rPr>
        <w:instrText xml:space="preserve"> FORMCHECKBOX </w:instrText>
      </w:r>
      <w:r w:rsidR="00402ABA">
        <w:rPr>
          <w:rFonts w:ascii="Arial" w:hAnsi="Arial" w:cs="Arial"/>
          <w:iCs/>
          <w:szCs w:val="22"/>
        </w:rPr>
      </w:r>
      <w:r w:rsidR="00402ABA">
        <w:rPr>
          <w:rFonts w:ascii="Arial" w:hAnsi="Arial" w:cs="Arial"/>
          <w:iCs/>
          <w:szCs w:val="22"/>
        </w:rPr>
        <w:fldChar w:fldCharType="separate"/>
      </w:r>
      <w:r w:rsidRPr="00402553">
        <w:rPr>
          <w:rFonts w:ascii="Arial" w:hAnsi="Arial" w:cs="Arial"/>
          <w:iCs/>
          <w:szCs w:val="22"/>
        </w:rPr>
        <w:fldChar w:fldCharType="end"/>
      </w:r>
      <w:r w:rsidRPr="00402553">
        <w:rPr>
          <w:rFonts w:ascii="Arial" w:hAnsi="Arial" w:cs="Arial"/>
          <w:iCs/>
          <w:szCs w:val="22"/>
        </w:rPr>
        <w:t xml:space="preserve"> Groupement solidaire.</w:t>
      </w:r>
    </w:p>
    <w:p w14:paraId="727173E8" w14:textId="77777777" w:rsidR="00130F31" w:rsidRPr="00402553" w:rsidRDefault="00130F31" w:rsidP="00402553">
      <w:pPr>
        <w:jc w:val="both"/>
        <w:rPr>
          <w:rFonts w:ascii="Arial" w:hAnsi="Arial" w:cs="Arial"/>
          <w:b/>
          <w:szCs w:val="22"/>
          <w:lang w:eastAsia="zh-CN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219"/>
        <w:gridCol w:w="2735"/>
      </w:tblGrid>
      <w:tr w:rsidR="004D625A" w:rsidRPr="00402553" w14:paraId="696EFF27" w14:textId="77777777" w:rsidTr="00402553">
        <w:trPr>
          <w:trHeight w:val="395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402553" w:rsidRDefault="004D625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Désignation des membres</w:t>
            </w:r>
          </w:p>
          <w:p w14:paraId="77A3B37F" w14:textId="77777777" w:rsidR="004D625A" w:rsidRPr="00402553" w:rsidRDefault="004D625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du groupement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5885C81E" w:rsidR="004D625A" w:rsidRPr="00402553" w:rsidRDefault="004D625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Prestations exécutées par les membres</w:t>
            </w:r>
            <w:r w:rsidR="00402553">
              <w:rPr>
                <w:rFonts w:ascii="Arial" w:hAnsi="Arial" w:cs="Arial"/>
                <w:szCs w:val="22"/>
              </w:rPr>
              <w:t xml:space="preserve"> </w:t>
            </w:r>
            <w:r w:rsidRPr="00402553">
              <w:rPr>
                <w:rFonts w:ascii="Arial" w:hAnsi="Arial" w:cs="Arial"/>
                <w:szCs w:val="22"/>
              </w:rPr>
              <w:t>du groupement</w:t>
            </w:r>
          </w:p>
        </w:tc>
      </w:tr>
      <w:tr w:rsidR="004D625A" w:rsidRPr="00402553" w14:paraId="2B1F0196" w14:textId="77777777" w:rsidTr="00402553">
        <w:trPr>
          <w:trHeight w:val="273"/>
          <w:jc w:val="center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402553" w:rsidRDefault="004D625A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402553" w:rsidRDefault="004D625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Nature de la prestation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402553" w:rsidRDefault="004D625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Montant HT de la prestation</w:t>
            </w:r>
          </w:p>
        </w:tc>
      </w:tr>
      <w:tr w:rsidR="00130F31" w:rsidRPr="00402553" w14:paraId="07B3775F" w14:textId="77777777" w:rsidTr="00402553">
        <w:trPr>
          <w:trHeight w:val="454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402553" w:rsidRDefault="00130F31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402553" w:rsidRDefault="00130F31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402553" w:rsidRDefault="00130F31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30F31" w:rsidRPr="00402553" w14:paraId="4A5568AE" w14:textId="77777777" w:rsidTr="00402553">
        <w:trPr>
          <w:trHeight w:val="454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402553" w:rsidRDefault="00130F31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402553" w:rsidRDefault="00130F31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402553" w:rsidRDefault="00130F31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18B7F5AA" w14:textId="4B8D8021" w:rsidR="00130F31" w:rsidRPr="00402553" w:rsidRDefault="00130F31" w:rsidP="00402553">
      <w:pPr>
        <w:jc w:val="both"/>
        <w:rPr>
          <w:rFonts w:ascii="Arial" w:hAnsi="Arial" w:cs="Arial"/>
          <w:szCs w:val="22"/>
        </w:rPr>
      </w:pPr>
    </w:p>
    <w:p w14:paraId="0E794084" w14:textId="00FC0612" w:rsidR="00130F31" w:rsidRPr="00402553" w:rsidRDefault="006550F5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B</w:t>
      </w:r>
      <w:r w:rsidR="00A84973" w:rsidRPr="00402553">
        <w:rPr>
          <w:rFonts w:ascii="Arial" w:hAnsi="Arial" w:cs="Arial"/>
          <w:b/>
          <w:szCs w:val="22"/>
          <w:lang w:eastAsia="zh-CN"/>
        </w:rPr>
        <w:t>4</w:t>
      </w:r>
      <w:r w:rsidRPr="00402553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402553">
        <w:rPr>
          <w:rFonts w:ascii="Arial" w:hAnsi="Arial" w:cs="Arial"/>
          <w:b/>
          <w:szCs w:val="22"/>
          <w:lang w:eastAsia="zh-CN"/>
        </w:rPr>
        <w:t>Compte (s) à créditer</w:t>
      </w:r>
    </w:p>
    <w:p w14:paraId="3B74C90C" w14:textId="77777777" w:rsidR="00402553" w:rsidRDefault="00402553" w:rsidP="00402553">
      <w:pPr>
        <w:jc w:val="both"/>
        <w:rPr>
          <w:rFonts w:ascii="Arial" w:hAnsi="Arial" w:cs="Arial"/>
          <w:b/>
          <w:szCs w:val="22"/>
        </w:rPr>
      </w:pPr>
    </w:p>
    <w:p w14:paraId="6D063AC6" w14:textId="609B28B0" w:rsidR="006550F5" w:rsidRPr="00402553" w:rsidRDefault="006550F5" w:rsidP="00402553">
      <w:pPr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b/>
          <w:szCs w:val="22"/>
        </w:rPr>
        <w:t xml:space="preserve">RIB </w:t>
      </w:r>
      <w:r w:rsidRPr="00402553">
        <w:rPr>
          <w:rFonts w:ascii="Arial" w:hAnsi="Arial" w:cs="Arial"/>
          <w:szCs w:val="22"/>
        </w:rPr>
        <w:t>à intégrer</w:t>
      </w:r>
      <w:r w:rsidR="0084023C" w:rsidRPr="00402553">
        <w:rPr>
          <w:rFonts w:ascii="Arial" w:hAnsi="Arial" w:cs="Arial"/>
          <w:szCs w:val="22"/>
        </w:rPr>
        <w:t>/joindre</w:t>
      </w:r>
      <w:r w:rsidRPr="00402553">
        <w:rPr>
          <w:rFonts w:ascii="Arial" w:hAnsi="Arial" w:cs="Arial"/>
          <w:szCs w:val="22"/>
        </w:rPr>
        <w:t> </w:t>
      </w:r>
      <w:r w:rsidRPr="00402553">
        <w:rPr>
          <w:rFonts w:ascii="Arial" w:hAnsi="Arial" w:cs="Arial"/>
          <w:i/>
          <w:szCs w:val="22"/>
        </w:rPr>
        <w:t>(</w:t>
      </w:r>
      <w:r w:rsidRPr="00402553">
        <w:rPr>
          <w:rFonts w:ascii="Arial" w:hAnsi="Arial" w:cs="Arial"/>
          <w:b/>
          <w:i/>
          <w:szCs w:val="22"/>
        </w:rPr>
        <w:t>dans le cas d’un groupement avec des comptes</w:t>
      </w:r>
      <w:r w:rsidR="00C96AFE" w:rsidRPr="00402553">
        <w:rPr>
          <w:rFonts w:ascii="Arial" w:hAnsi="Arial" w:cs="Arial"/>
          <w:b/>
          <w:i/>
          <w:szCs w:val="22"/>
        </w:rPr>
        <w:t xml:space="preserve"> séparés, l’ensemble</w:t>
      </w:r>
      <w:r w:rsidRPr="00402553">
        <w:rPr>
          <w:rFonts w:ascii="Arial" w:hAnsi="Arial" w:cs="Arial"/>
          <w:b/>
          <w:i/>
          <w:szCs w:val="22"/>
        </w:rPr>
        <w:t xml:space="preserve"> des RIB sont à joindre</w:t>
      </w:r>
      <w:r w:rsidRPr="00402553">
        <w:rPr>
          <w:rFonts w:ascii="Arial" w:hAnsi="Arial" w:cs="Arial"/>
          <w:i/>
          <w:szCs w:val="22"/>
        </w:rPr>
        <w:t>)</w:t>
      </w:r>
      <w:r w:rsidRPr="00402553">
        <w:rPr>
          <w:rFonts w:ascii="Arial" w:hAnsi="Arial" w:cs="Arial"/>
          <w:szCs w:val="22"/>
        </w:rPr>
        <w:t xml:space="preserve"> </w:t>
      </w:r>
    </w:p>
    <w:p w14:paraId="03CA0A4D" w14:textId="77777777" w:rsidR="00DE5240" w:rsidRPr="00402553" w:rsidRDefault="00DE5240" w:rsidP="00402553">
      <w:pPr>
        <w:jc w:val="both"/>
        <w:rPr>
          <w:rFonts w:ascii="Arial" w:hAnsi="Arial" w:cs="Arial"/>
          <w:szCs w:val="22"/>
        </w:rPr>
      </w:pPr>
    </w:p>
    <w:p w14:paraId="2AA79BAA" w14:textId="39A3AB99" w:rsidR="008062B4" w:rsidRPr="00402553" w:rsidRDefault="002A25EB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Cs w:val="22"/>
        </w:rPr>
      </w:pPr>
      <w:r w:rsidRPr="00402553">
        <w:rPr>
          <w:rFonts w:ascii="Arial" w:hAnsi="Arial" w:cs="Arial"/>
          <w:b/>
          <w:szCs w:val="22"/>
          <w:lang w:eastAsia="zh-CN"/>
        </w:rPr>
        <w:t>B</w:t>
      </w:r>
      <w:r w:rsidR="00A84973" w:rsidRPr="00402553">
        <w:rPr>
          <w:rFonts w:ascii="Arial" w:hAnsi="Arial" w:cs="Arial"/>
          <w:b/>
          <w:szCs w:val="22"/>
          <w:lang w:eastAsia="zh-CN"/>
        </w:rPr>
        <w:t>5</w:t>
      </w:r>
      <w:r w:rsidRPr="00402553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402553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402553">
        <w:rPr>
          <w:rFonts w:ascii="Arial" w:hAnsi="Arial" w:cs="Arial"/>
          <w:i/>
          <w:szCs w:val="22"/>
          <w:lang w:eastAsia="zh-CN"/>
        </w:rPr>
        <w:t>(</w:t>
      </w:r>
      <w:hyperlink r:id="rId12" w:history="1">
        <w:r w:rsidR="00973FD7" w:rsidRPr="00402553">
          <w:rPr>
            <w:rFonts w:ascii="Arial" w:hAnsi="Arial" w:cs="Arial"/>
            <w:i/>
            <w:szCs w:val="22"/>
            <w:u w:val="single"/>
            <w:lang w:eastAsia="zh-CN"/>
          </w:rPr>
          <w:t>article R. 2391-1</w:t>
        </w:r>
      </w:hyperlink>
      <w:r w:rsidR="00973FD7" w:rsidRPr="00402553">
        <w:rPr>
          <w:rFonts w:ascii="Arial" w:hAnsi="Arial" w:cs="Arial"/>
          <w:i/>
          <w:szCs w:val="22"/>
          <w:lang w:eastAsia="zh-CN"/>
        </w:rPr>
        <w:t xml:space="preserve"> du code de la commande publique)</w:t>
      </w:r>
    </w:p>
    <w:p w14:paraId="3832906A" w14:textId="77777777" w:rsidR="00402553" w:rsidRDefault="00402553" w:rsidP="00402553">
      <w:pPr>
        <w:tabs>
          <w:tab w:val="left" w:pos="6804"/>
          <w:tab w:val="left" w:pos="8505"/>
        </w:tabs>
        <w:jc w:val="both"/>
        <w:rPr>
          <w:rFonts w:ascii="Arial" w:hAnsi="Arial" w:cs="Arial"/>
          <w:szCs w:val="22"/>
          <w:u w:val="single"/>
        </w:rPr>
      </w:pPr>
    </w:p>
    <w:p w14:paraId="7B0B8D77" w14:textId="2D97FCF9" w:rsidR="008062B4" w:rsidRPr="00402553" w:rsidRDefault="00025D39" w:rsidP="00402553">
      <w:pPr>
        <w:tabs>
          <w:tab w:val="left" w:pos="6804"/>
          <w:tab w:val="left" w:pos="8505"/>
        </w:tabs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  <w:u w:val="single"/>
        </w:rPr>
        <w:t>Titulaire / Mandataire </w:t>
      </w:r>
      <w:r w:rsidRPr="00402553">
        <w:rPr>
          <w:rFonts w:ascii="Arial" w:hAnsi="Arial" w:cs="Arial"/>
          <w:szCs w:val="22"/>
        </w:rPr>
        <w:t>:</w:t>
      </w:r>
      <w:r w:rsidR="00402553" w:rsidRPr="00402553">
        <w:rPr>
          <w:rFonts w:ascii="Arial" w:hAnsi="Arial" w:cs="Arial"/>
          <w:szCs w:val="22"/>
        </w:rPr>
        <w:t xml:space="preserve"> </w:t>
      </w:r>
      <w:r w:rsidR="008062B4" w:rsidRPr="00402553">
        <w:rPr>
          <w:rFonts w:ascii="Arial" w:hAnsi="Arial" w:cs="Arial"/>
          <w:szCs w:val="22"/>
        </w:rPr>
        <w:t xml:space="preserve">Je </w:t>
      </w:r>
      <w:r w:rsidR="00AB3176" w:rsidRPr="00402553">
        <w:rPr>
          <w:rFonts w:ascii="Arial" w:hAnsi="Arial" w:cs="Arial"/>
          <w:szCs w:val="22"/>
        </w:rPr>
        <w:t>souhaite bénéficier de l’avance</w:t>
      </w:r>
      <w:r w:rsidR="0084023C" w:rsidRPr="00402553">
        <w:rPr>
          <w:rStyle w:val="Appelnotedebasdep"/>
          <w:rFonts w:ascii="Arial" w:hAnsi="Arial" w:cs="Arial"/>
          <w:szCs w:val="22"/>
        </w:rPr>
        <w:footnoteReference w:id="1"/>
      </w:r>
      <w:r w:rsidR="008062B4" w:rsidRPr="00402553">
        <w:rPr>
          <w:rFonts w:ascii="Arial" w:hAnsi="Arial" w:cs="Arial"/>
          <w:szCs w:val="22"/>
        </w:rPr>
        <w:t> </w:t>
      </w:r>
      <w:r w:rsidR="00402553">
        <w:rPr>
          <w:rFonts w:ascii="Arial" w:hAnsi="Arial" w:cs="Arial"/>
          <w:szCs w:val="22"/>
        </w:rPr>
        <w:t xml:space="preserve">                  </w:t>
      </w:r>
      <w:r w:rsidR="0096520E" w:rsidRPr="00402553">
        <w:rPr>
          <w:rFonts w:ascii="Arial" w:hAnsi="Arial" w:cs="Arial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96520E" w:rsidRPr="00402553">
        <w:rPr>
          <w:rFonts w:ascii="Arial" w:hAnsi="Arial" w:cs="Arial"/>
          <w:szCs w:val="22"/>
        </w:rPr>
        <w:instrText xml:space="preserve"> FORMCHECKBOX </w:instrText>
      </w:r>
      <w:r w:rsidR="00402ABA">
        <w:rPr>
          <w:rFonts w:ascii="Arial" w:hAnsi="Arial" w:cs="Arial"/>
          <w:szCs w:val="22"/>
        </w:rPr>
      </w:r>
      <w:r w:rsidR="00402ABA">
        <w:rPr>
          <w:rFonts w:ascii="Arial" w:hAnsi="Arial" w:cs="Arial"/>
          <w:szCs w:val="22"/>
        </w:rPr>
        <w:fldChar w:fldCharType="separate"/>
      </w:r>
      <w:r w:rsidR="0096520E" w:rsidRPr="00402553">
        <w:rPr>
          <w:rFonts w:ascii="Arial" w:hAnsi="Arial" w:cs="Arial"/>
          <w:szCs w:val="22"/>
        </w:rPr>
        <w:fldChar w:fldCharType="end"/>
      </w:r>
      <w:bookmarkEnd w:id="0"/>
      <w:r w:rsidR="008062B4" w:rsidRPr="00402553">
        <w:rPr>
          <w:rFonts w:ascii="Arial" w:hAnsi="Arial" w:cs="Arial"/>
          <w:szCs w:val="22"/>
        </w:rPr>
        <w:t xml:space="preserve"> Non</w:t>
      </w:r>
      <w:r w:rsidR="008062B4" w:rsidRPr="00402553">
        <w:rPr>
          <w:rFonts w:ascii="Arial" w:hAnsi="Arial" w:cs="Arial"/>
          <w:szCs w:val="22"/>
        </w:rPr>
        <w:tab/>
      </w:r>
      <w:r w:rsidR="008062B4" w:rsidRPr="00402553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8062B4" w:rsidRPr="00402553">
        <w:rPr>
          <w:rFonts w:ascii="Arial" w:hAnsi="Arial" w:cs="Arial"/>
          <w:szCs w:val="22"/>
        </w:rPr>
        <w:instrText xml:space="preserve"> FORMCHECKBOX </w:instrText>
      </w:r>
      <w:r w:rsidR="00402ABA">
        <w:rPr>
          <w:rFonts w:ascii="Arial" w:hAnsi="Arial" w:cs="Arial"/>
          <w:szCs w:val="22"/>
        </w:rPr>
      </w:r>
      <w:r w:rsidR="00402ABA">
        <w:rPr>
          <w:rFonts w:ascii="Arial" w:hAnsi="Arial" w:cs="Arial"/>
          <w:szCs w:val="22"/>
        </w:rPr>
        <w:fldChar w:fldCharType="separate"/>
      </w:r>
      <w:r w:rsidR="008062B4" w:rsidRPr="00402553">
        <w:rPr>
          <w:rFonts w:ascii="Arial" w:hAnsi="Arial" w:cs="Arial"/>
          <w:szCs w:val="22"/>
        </w:rPr>
        <w:fldChar w:fldCharType="end"/>
      </w:r>
      <w:r w:rsidR="008062B4" w:rsidRPr="00402553">
        <w:rPr>
          <w:rFonts w:ascii="Arial" w:hAnsi="Arial" w:cs="Arial"/>
          <w:szCs w:val="22"/>
        </w:rPr>
        <w:t xml:space="preserve"> Oui</w:t>
      </w:r>
    </w:p>
    <w:p w14:paraId="25FAE204" w14:textId="7F319DA6" w:rsidR="00025D39" w:rsidRPr="00402553" w:rsidRDefault="00025D39" w:rsidP="00402553">
      <w:pPr>
        <w:tabs>
          <w:tab w:val="left" w:pos="6804"/>
          <w:tab w:val="left" w:pos="8505"/>
        </w:tabs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i/>
          <w:szCs w:val="22"/>
          <w:u w:val="single"/>
        </w:rPr>
        <w:t>Cotraitant </w:t>
      </w:r>
      <w:r w:rsidR="004A57BA" w:rsidRPr="00402553">
        <w:rPr>
          <w:rFonts w:ascii="Arial" w:hAnsi="Arial" w:cs="Arial"/>
          <w:i/>
          <w:szCs w:val="22"/>
          <w:u w:val="single"/>
        </w:rPr>
        <w:t>(le cas échéant)</w:t>
      </w:r>
      <w:r w:rsidR="004A57BA" w:rsidRPr="00402553">
        <w:rPr>
          <w:rFonts w:ascii="Arial" w:hAnsi="Arial" w:cs="Arial"/>
          <w:szCs w:val="22"/>
        </w:rPr>
        <w:t xml:space="preserve"> </w:t>
      </w:r>
      <w:r w:rsidRPr="00402553">
        <w:rPr>
          <w:rFonts w:ascii="Arial" w:hAnsi="Arial" w:cs="Arial"/>
          <w:szCs w:val="22"/>
        </w:rPr>
        <w:t>:</w:t>
      </w:r>
      <w:r w:rsidR="00402553">
        <w:rPr>
          <w:rFonts w:ascii="Arial" w:hAnsi="Arial" w:cs="Arial"/>
          <w:szCs w:val="22"/>
        </w:rPr>
        <w:t xml:space="preserve"> </w:t>
      </w:r>
      <w:r w:rsidRPr="00402553">
        <w:rPr>
          <w:rFonts w:ascii="Arial" w:hAnsi="Arial" w:cs="Arial"/>
          <w:szCs w:val="22"/>
        </w:rPr>
        <w:t>Je souhaite bénéficier de l’avance</w:t>
      </w:r>
      <w:r w:rsidRPr="00402553">
        <w:rPr>
          <w:rFonts w:ascii="Arial" w:hAnsi="Arial" w:cs="Arial"/>
          <w:szCs w:val="22"/>
          <w:vertAlign w:val="superscript"/>
        </w:rPr>
        <w:t>1</w:t>
      </w:r>
      <w:r w:rsidRPr="00402553">
        <w:rPr>
          <w:rFonts w:ascii="Arial" w:hAnsi="Arial" w:cs="Arial"/>
          <w:szCs w:val="22"/>
        </w:rPr>
        <w:tab/>
      </w:r>
      <w:r w:rsidR="001154AF" w:rsidRPr="0040255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402553">
        <w:rPr>
          <w:rFonts w:ascii="Arial" w:hAnsi="Arial" w:cs="Arial"/>
          <w:szCs w:val="22"/>
        </w:rPr>
        <w:instrText xml:space="preserve"> FORMCHECKBOX </w:instrText>
      </w:r>
      <w:r w:rsidR="00402ABA">
        <w:rPr>
          <w:rFonts w:ascii="Arial" w:hAnsi="Arial" w:cs="Arial"/>
          <w:szCs w:val="22"/>
        </w:rPr>
      </w:r>
      <w:r w:rsidR="00402ABA">
        <w:rPr>
          <w:rFonts w:ascii="Arial" w:hAnsi="Arial" w:cs="Arial"/>
          <w:szCs w:val="22"/>
        </w:rPr>
        <w:fldChar w:fldCharType="separate"/>
      </w:r>
      <w:r w:rsidR="001154AF" w:rsidRPr="00402553">
        <w:rPr>
          <w:rFonts w:ascii="Arial" w:hAnsi="Arial" w:cs="Arial"/>
          <w:szCs w:val="22"/>
        </w:rPr>
        <w:fldChar w:fldCharType="end"/>
      </w:r>
      <w:r w:rsidRPr="00402553">
        <w:rPr>
          <w:rFonts w:ascii="Arial" w:hAnsi="Arial" w:cs="Arial"/>
          <w:szCs w:val="22"/>
        </w:rPr>
        <w:t xml:space="preserve"> Non</w:t>
      </w:r>
      <w:r w:rsidRPr="00402553">
        <w:rPr>
          <w:rFonts w:ascii="Arial" w:hAnsi="Arial" w:cs="Arial"/>
          <w:szCs w:val="22"/>
        </w:rPr>
        <w:tab/>
      </w:r>
      <w:r w:rsidRPr="00402553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02553">
        <w:rPr>
          <w:rFonts w:ascii="Arial" w:hAnsi="Arial" w:cs="Arial"/>
          <w:szCs w:val="22"/>
        </w:rPr>
        <w:instrText xml:space="preserve"> FORMCHECKBOX </w:instrText>
      </w:r>
      <w:r w:rsidR="00402ABA">
        <w:rPr>
          <w:rFonts w:ascii="Arial" w:hAnsi="Arial" w:cs="Arial"/>
          <w:szCs w:val="22"/>
        </w:rPr>
      </w:r>
      <w:r w:rsidR="00402ABA">
        <w:rPr>
          <w:rFonts w:ascii="Arial" w:hAnsi="Arial" w:cs="Arial"/>
          <w:szCs w:val="22"/>
        </w:rPr>
        <w:fldChar w:fldCharType="separate"/>
      </w:r>
      <w:r w:rsidRPr="00402553">
        <w:rPr>
          <w:rFonts w:ascii="Arial" w:hAnsi="Arial" w:cs="Arial"/>
          <w:szCs w:val="22"/>
        </w:rPr>
        <w:fldChar w:fldCharType="end"/>
      </w:r>
      <w:r w:rsidRPr="00402553">
        <w:rPr>
          <w:rFonts w:ascii="Arial" w:hAnsi="Arial" w:cs="Arial"/>
          <w:szCs w:val="22"/>
        </w:rPr>
        <w:t xml:space="preserve"> Oui</w:t>
      </w:r>
      <w:r w:rsidRPr="00402553">
        <w:rPr>
          <w:rFonts w:ascii="Arial" w:hAnsi="Arial" w:cs="Arial"/>
          <w:szCs w:val="22"/>
        </w:rPr>
        <w:tab/>
      </w:r>
    </w:p>
    <w:p w14:paraId="35FC8380" w14:textId="77777777" w:rsidR="00402553" w:rsidRP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4DA35E71" w14:textId="1B0351BF" w:rsidR="005066CC" w:rsidRDefault="005066CC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6963C674" w14:textId="77777777" w:rsidR="00402553" w:rsidRP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7863F95F" w14:textId="26A326AA" w:rsidR="005066CC" w:rsidRDefault="00732C45" w:rsidP="00402553">
      <w:pPr>
        <w:tabs>
          <w:tab w:val="left" w:pos="1134"/>
        </w:tabs>
        <w:ind w:firstLine="709"/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szCs w:val="22"/>
        </w:rPr>
        <w:instrText xml:space="preserve"> FORMCHECKBOX </w:instrText>
      </w:r>
      <w:r w:rsidR="00402ABA">
        <w:rPr>
          <w:rFonts w:ascii="Arial" w:hAnsi="Arial" w:cs="Arial"/>
          <w:szCs w:val="22"/>
        </w:rPr>
      </w:r>
      <w:r w:rsidR="00402ABA">
        <w:rPr>
          <w:rFonts w:ascii="Arial" w:hAnsi="Arial" w:cs="Arial"/>
          <w:szCs w:val="22"/>
        </w:rPr>
        <w:fldChar w:fldCharType="separate"/>
      </w:r>
      <w:r w:rsidRPr="00402553">
        <w:rPr>
          <w:rFonts w:ascii="Arial" w:hAnsi="Arial" w:cs="Arial"/>
          <w:szCs w:val="22"/>
        </w:rPr>
        <w:fldChar w:fldCharType="end"/>
      </w:r>
      <w:r w:rsidR="005066CC" w:rsidRPr="00402553">
        <w:rPr>
          <w:rFonts w:ascii="Arial" w:hAnsi="Arial" w:cs="Arial"/>
          <w:szCs w:val="22"/>
        </w:rPr>
        <w:tab/>
        <w:t>Pr</w:t>
      </w:r>
      <w:r w:rsidR="00844712" w:rsidRPr="00402553">
        <w:rPr>
          <w:rFonts w:ascii="Arial" w:hAnsi="Arial" w:cs="Arial"/>
          <w:szCs w:val="22"/>
        </w:rPr>
        <w:t xml:space="preserve">ojet de décompte </w:t>
      </w:r>
    </w:p>
    <w:p w14:paraId="5C0EFE61" w14:textId="77777777" w:rsidR="00402553" w:rsidRPr="00402553" w:rsidRDefault="00402553" w:rsidP="00402553">
      <w:pPr>
        <w:tabs>
          <w:tab w:val="left" w:pos="1134"/>
        </w:tabs>
        <w:ind w:firstLine="709"/>
        <w:jc w:val="both"/>
        <w:rPr>
          <w:rFonts w:ascii="Arial" w:hAnsi="Arial" w:cs="Arial"/>
          <w:b/>
          <w:szCs w:val="22"/>
        </w:rPr>
      </w:pPr>
    </w:p>
    <w:p w14:paraId="10CAC300" w14:textId="6C7678C0" w:rsidR="000155F4" w:rsidRPr="00402553" w:rsidRDefault="004D6224" w:rsidP="0040255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D</w:t>
      </w:r>
      <w:r w:rsidR="001345A5" w:rsidRPr="00402553">
        <w:rPr>
          <w:rFonts w:ascii="Arial" w:hAnsi="Arial" w:cs="Arial"/>
          <w:b/>
          <w:szCs w:val="22"/>
          <w:lang w:eastAsia="zh-CN"/>
        </w:rPr>
        <w:t xml:space="preserve">ELAI D’EXECUTION DES PRESTATIONS </w:t>
      </w:r>
    </w:p>
    <w:p w14:paraId="32384A4A" w14:textId="77777777" w:rsidR="00402553" w:rsidRDefault="00402553" w:rsidP="00402553">
      <w:pPr>
        <w:tabs>
          <w:tab w:val="left" w:pos="576"/>
        </w:tabs>
        <w:jc w:val="both"/>
        <w:rPr>
          <w:rFonts w:ascii="Arial" w:hAnsi="Arial" w:cs="Arial"/>
          <w:b/>
          <w:szCs w:val="22"/>
        </w:rPr>
      </w:pPr>
    </w:p>
    <w:p w14:paraId="4DA78F32" w14:textId="08EE95AA" w:rsidR="00B9117B" w:rsidRDefault="001345A5" w:rsidP="00402553">
      <w:pPr>
        <w:tabs>
          <w:tab w:val="left" w:pos="576"/>
        </w:tabs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b/>
          <w:szCs w:val="22"/>
        </w:rPr>
        <w:t>Le délai</w:t>
      </w:r>
      <w:r w:rsidR="000155F4" w:rsidRPr="00402553">
        <w:rPr>
          <w:rFonts w:ascii="Arial" w:hAnsi="Arial" w:cs="Arial"/>
          <w:b/>
          <w:szCs w:val="22"/>
        </w:rPr>
        <w:t xml:space="preserve"> d’exécution des </w:t>
      </w:r>
      <w:r w:rsidR="00F8077C" w:rsidRPr="00402553">
        <w:rPr>
          <w:rFonts w:ascii="Arial" w:hAnsi="Arial" w:cs="Arial"/>
          <w:b/>
          <w:szCs w:val="22"/>
        </w:rPr>
        <w:t>prestations</w:t>
      </w:r>
      <w:r w:rsidR="00B9117B" w:rsidRPr="00402553">
        <w:rPr>
          <w:rFonts w:ascii="Arial" w:hAnsi="Arial" w:cs="Arial"/>
          <w:szCs w:val="22"/>
        </w:rPr>
        <w:t xml:space="preserve"> est </w:t>
      </w:r>
      <w:r w:rsidR="000155F4" w:rsidRPr="00402553">
        <w:rPr>
          <w:rFonts w:ascii="Arial" w:hAnsi="Arial" w:cs="Arial"/>
          <w:szCs w:val="22"/>
        </w:rPr>
        <w:t xml:space="preserve">de : </w:t>
      </w:r>
      <w:r w:rsidR="0096520E" w:rsidRPr="00402553">
        <w:rPr>
          <w:rFonts w:ascii="Arial" w:hAnsi="Arial" w:cs="Arial"/>
          <w:b/>
          <w:szCs w:val="22"/>
        </w:rPr>
        <w:t>8</w:t>
      </w:r>
      <w:r w:rsidR="00B9117B" w:rsidRPr="00402553">
        <w:rPr>
          <w:rFonts w:ascii="Arial" w:hAnsi="Arial" w:cs="Arial"/>
          <w:b/>
          <w:szCs w:val="22"/>
        </w:rPr>
        <w:t xml:space="preserve"> </w:t>
      </w:r>
      <w:r w:rsidR="00B9117B" w:rsidRPr="00402553">
        <w:rPr>
          <w:rFonts w:ascii="Arial" w:hAnsi="Arial" w:cs="Arial"/>
          <w:szCs w:val="22"/>
        </w:rPr>
        <w:t>mois à compter de :</w:t>
      </w:r>
    </w:p>
    <w:p w14:paraId="43F048FD" w14:textId="77777777" w:rsidR="00402553" w:rsidRPr="00402553" w:rsidRDefault="00402553" w:rsidP="00402553">
      <w:pPr>
        <w:tabs>
          <w:tab w:val="left" w:pos="576"/>
        </w:tabs>
        <w:jc w:val="both"/>
        <w:rPr>
          <w:rFonts w:ascii="Arial" w:hAnsi="Arial" w:cs="Arial"/>
          <w:szCs w:val="22"/>
        </w:rPr>
      </w:pPr>
    </w:p>
    <w:p w14:paraId="37A551DE" w14:textId="0223D0EB" w:rsidR="001B15E2" w:rsidRDefault="0096520E" w:rsidP="00402553">
      <w:pPr>
        <w:tabs>
          <w:tab w:val="left" w:pos="1134"/>
        </w:tabs>
        <w:ind w:firstLine="709"/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02553">
        <w:rPr>
          <w:rFonts w:ascii="Arial" w:hAnsi="Arial" w:cs="Arial"/>
          <w:szCs w:val="22"/>
        </w:rPr>
        <w:instrText xml:space="preserve"> FORMCHECKBOX </w:instrText>
      </w:r>
      <w:r w:rsidR="00402ABA">
        <w:rPr>
          <w:rFonts w:ascii="Arial" w:hAnsi="Arial" w:cs="Arial"/>
          <w:szCs w:val="22"/>
        </w:rPr>
      </w:r>
      <w:r w:rsidR="00402ABA">
        <w:rPr>
          <w:rFonts w:ascii="Arial" w:hAnsi="Arial" w:cs="Arial"/>
          <w:szCs w:val="22"/>
        </w:rPr>
        <w:fldChar w:fldCharType="separate"/>
      </w:r>
      <w:r w:rsidRPr="00402553">
        <w:rPr>
          <w:rFonts w:ascii="Arial" w:hAnsi="Arial" w:cs="Arial"/>
          <w:szCs w:val="22"/>
        </w:rPr>
        <w:fldChar w:fldCharType="end"/>
      </w:r>
      <w:r w:rsidR="00B733DB" w:rsidRPr="00402553">
        <w:rPr>
          <w:rFonts w:ascii="Arial" w:hAnsi="Arial" w:cs="Arial"/>
          <w:szCs w:val="22"/>
        </w:rPr>
        <w:tab/>
      </w:r>
      <w:r w:rsidR="00D7652C" w:rsidRPr="00402553">
        <w:rPr>
          <w:rFonts w:ascii="Arial" w:hAnsi="Arial" w:cs="Arial"/>
          <w:szCs w:val="22"/>
        </w:rPr>
        <w:t>Par dérogation à l’article 13-1 du CCAG-</w:t>
      </w:r>
      <w:r w:rsidR="00753259" w:rsidRPr="00402553">
        <w:rPr>
          <w:rFonts w:ascii="Arial" w:hAnsi="Arial" w:cs="Arial"/>
          <w:szCs w:val="22"/>
        </w:rPr>
        <w:t>PI</w:t>
      </w:r>
      <w:r w:rsidR="00D7652C" w:rsidRPr="00402553">
        <w:rPr>
          <w:rFonts w:ascii="Arial" w:hAnsi="Arial" w:cs="Arial"/>
          <w:szCs w:val="22"/>
        </w:rPr>
        <w:t>, il court à compter de la date fixée par l’Ordre de Service qui prescrit de commencer</w:t>
      </w:r>
      <w:r w:rsidR="009475DC">
        <w:rPr>
          <w:rFonts w:ascii="Arial" w:hAnsi="Arial" w:cs="Arial"/>
          <w:szCs w:val="22"/>
        </w:rPr>
        <w:t>.</w:t>
      </w:r>
      <w:r w:rsidR="00D7652C" w:rsidRPr="00402553">
        <w:rPr>
          <w:rFonts w:ascii="Arial" w:hAnsi="Arial" w:cs="Arial"/>
          <w:szCs w:val="22"/>
        </w:rPr>
        <w:t xml:space="preserve"> </w:t>
      </w:r>
    </w:p>
    <w:p w14:paraId="42C5ED4C" w14:textId="77777777" w:rsidR="00402553" w:rsidRPr="00402553" w:rsidRDefault="00402553" w:rsidP="00402553">
      <w:pPr>
        <w:tabs>
          <w:tab w:val="left" w:pos="1134"/>
        </w:tabs>
        <w:ind w:firstLine="709"/>
        <w:jc w:val="both"/>
        <w:rPr>
          <w:rFonts w:ascii="Arial" w:hAnsi="Arial" w:cs="Arial"/>
          <w:b/>
          <w:szCs w:val="22"/>
        </w:rPr>
      </w:pPr>
    </w:p>
    <w:p w14:paraId="59D2BC61" w14:textId="7C8A6E74" w:rsidR="00E61334" w:rsidRPr="00402553" w:rsidRDefault="00F54BBD" w:rsidP="0040255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PROTECTION ET TRANSMISSION DES DOCUMENTS « DIFFUSION </w:t>
      </w:r>
      <w:r w:rsidR="00486C35" w:rsidRPr="00402553">
        <w:rPr>
          <w:rFonts w:ascii="Arial" w:hAnsi="Arial" w:cs="Arial"/>
          <w:b/>
          <w:szCs w:val="22"/>
          <w:lang w:eastAsia="zh-CN"/>
        </w:rPr>
        <w:t>RESTREINTE »</w:t>
      </w:r>
    </w:p>
    <w:p w14:paraId="6BC6C260" w14:textId="77777777" w:rsidR="00402553" w:rsidRDefault="00402553" w:rsidP="00402553">
      <w:pPr>
        <w:tabs>
          <w:tab w:val="left" w:pos="1134"/>
        </w:tabs>
        <w:ind w:left="709"/>
        <w:jc w:val="both"/>
        <w:rPr>
          <w:rFonts w:ascii="Arial" w:hAnsi="Arial" w:cs="Arial"/>
          <w:szCs w:val="22"/>
        </w:rPr>
      </w:pPr>
    </w:p>
    <w:p w14:paraId="23C98F09" w14:textId="6AD796F2" w:rsidR="00241AC9" w:rsidRDefault="00241AC9" w:rsidP="00402553">
      <w:pPr>
        <w:tabs>
          <w:tab w:val="left" w:pos="1134"/>
        </w:tabs>
        <w:ind w:left="709"/>
        <w:jc w:val="both"/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t>Sans objet</w:t>
      </w:r>
    </w:p>
    <w:p w14:paraId="2F95A268" w14:textId="77777777" w:rsidR="00402553" w:rsidRPr="00402553" w:rsidRDefault="00402553" w:rsidP="00402553">
      <w:pPr>
        <w:tabs>
          <w:tab w:val="left" w:pos="1134"/>
        </w:tabs>
        <w:ind w:left="709"/>
        <w:jc w:val="both"/>
        <w:rPr>
          <w:rFonts w:ascii="Arial" w:hAnsi="Arial" w:cs="Arial"/>
          <w:szCs w:val="22"/>
        </w:rPr>
      </w:pPr>
    </w:p>
    <w:p w14:paraId="28D8C74C" w14:textId="6B6A3264" w:rsidR="00AD36F8" w:rsidRPr="00402553" w:rsidRDefault="00365696" w:rsidP="0040255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20B70BE6" w14:textId="77777777" w:rsid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12747E2E" w:rsidR="00AD36F8" w:rsidRDefault="00A8497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E</w:t>
      </w:r>
      <w:r w:rsidR="00AD36F8" w:rsidRPr="00402553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1A19787D" w14:textId="77777777" w:rsidR="00402553" w:rsidRP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402553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Nom, prénom et qualité</w:t>
            </w:r>
          </w:p>
          <w:p w14:paraId="60F82A47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Signature</w:t>
            </w:r>
          </w:p>
        </w:tc>
      </w:tr>
      <w:tr w:rsidR="00AD36F8" w:rsidRPr="00402553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Cs w:val="22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Cs w:val="22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402553" w:rsidRDefault="00AD36F8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Cs w:val="22"/>
                <w:lang w:eastAsia="zh-CN"/>
              </w:rPr>
            </w:pPr>
          </w:p>
        </w:tc>
      </w:tr>
    </w:tbl>
    <w:p w14:paraId="6312229E" w14:textId="77777777" w:rsidR="00AD36F8" w:rsidRPr="00402553" w:rsidRDefault="00AD36F8" w:rsidP="00402553">
      <w:pPr>
        <w:tabs>
          <w:tab w:val="left" w:pos="851"/>
        </w:tabs>
        <w:suppressAutoHyphens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(*) Le signataire doit avoir le pouvoir d’engager la personne qu’il représente.</w:t>
      </w:r>
    </w:p>
    <w:p w14:paraId="3097B4E7" w14:textId="51E5AF2E" w:rsidR="00AD36F8" w:rsidRPr="00402553" w:rsidRDefault="00AD36F8" w:rsidP="00402553">
      <w:pPr>
        <w:rPr>
          <w:rFonts w:ascii="Arial" w:hAnsi="Arial" w:cs="Arial"/>
          <w:szCs w:val="22"/>
        </w:rPr>
      </w:pPr>
    </w:p>
    <w:p w14:paraId="68E7067D" w14:textId="1243A11F" w:rsidR="00A830C3" w:rsidRPr="00402553" w:rsidRDefault="00A8497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E</w:t>
      </w:r>
      <w:r w:rsidR="00A830C3" w:rsidRPr="00402553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640943E7" w14:textId="77777777" w:rsidR="00402553" w:rsidRDefault="00402553" w:rsidP="00402553">
      <w:pPr>
        <w:tabs>
          <w:tab w:val="left" w:pos="851"/>
        </w:tabs>
        <w:suppressAutoHyphens/>
        <w:jc w:val="both"/>
        <w:rPr>
          <w:rFonts w:ascii="Arial" w:hAnsi="Arial" w:cs="Arial"/>
          <w:szCs w:val="22"/>
          <w:lang w:eastAsia="zh-CN"/>
        </w:rPr>
      </w:pPr>
    </w:p>
    <w:p w14:paraId="0DE0D005" w14:textId="05A9F42E" w:rsidR="00A830C3" w:rsidRPr="00402553" w:rsidRDefault="00A830C3" w:rsidP="00402553">
      <w:pPr>
        <w:tabs>
          <w:tab w:val="left" w:pos="851"/>
        </w:tabs>
        <w:suppressAutoHyphens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 xml:space="preserve">Les membres du groupement d’opérateurs économiques désignent le mandataire suivant </w:t>
      </w:r>
      <w:r w:rsidRPr="00402553">
        <w:rPr>
          <w:rFonts w:ascii="Arial" w:hAnsi="Arial" w:cs="Arial"/>
          <w:i/>
          <w:szCs w:val="22"/>
          <w:lang w:eastAsia="zh-CN"/>
        </w:rPr>
        <w:t>(</w:t>
      </w:r>
      <w:hyperlink r:id="rId13" w:history="1">
        <w:r w:rsidRPr="00402553">
          <w:rPr>
            <w:rFonts w:ascii="Arial" w:hAnsi="Arial" w:cs="Arial"/>
            <w:i/>
            <w:color w:val="0000FF"/>
            <w:szCs w:val="22"/>
            <w:u w:val="single"/>
            <w:lang w:eastAsia="zh-CN"/>
          </w:rPr>
          <w:t>article R. 2142-23</w:t>
        </w:r>
      </w:hyperlink>
      <w:r w:rsidRPr="00402553">
        <w:rPr>
          <w:rFonts w:ascii="Arial" w:hAnsi="Arial" w:cs="Arial"/>
          <w:i/>
          <w:szCs w:val="22"/>
          <w:lang w:eastAsia="zh-CN"/>
        </w:rPr>
        <w:t xml:space="preserve"> ou </w:t>
      </w:r>
      <w:hyperlink r:id="rId14" w:history="1">
        <w:r w:rsidRPr="00402553">
          <w:rPr>
            <w:rFonts w:ascii="Arial" w:hAnsi="Arial" w:cs="Arial"/>
            <w:i/>
            <w:color w:val="0000FF"/>
            <w:szCs w:val="22"/>
            <w:u w:val="single"/>
            <w:lang w:eastAsia="zh-CN"/>
          </w:rPr>
          <w:t>article R. 2342-12</w:t>
        </w:r>
      </w:hyperlink>
      <w:r w:rsidRPr="00402553">
        <w:rPr>
          <w:rFonts w:ascii="Arial" w:hAnsi="Arial" w:cs="Arial"/>
          <w:i/>
          <w:szCs w:val="22"/>
          <w:lang w:eastAsia="zh-CN"/>
        </w:rPr>
        <w:t xml:space="preserve"> du code de la commande publique) </w:t>
      </w:r>
      <w:r w:rsidRPr="00402553">
        <w:rPr>
          <w:rFonts w:ascii="Arial" w:hAnsi="Arial" w:cs="Arial"/>
          <w:szCs w:val="22"/>
          <w:lang w:eastAsia="zh-CN"/>
        </w:rPr>
        <w:t>:</w:t>
      </w:r>
    </w:p>
    <w:p w14:paraId="0498FAAF" w14:textId="77777777" w:rsidR="00A830C3" w:rsidRPr="00402553" w:rsidRDefault="00A830C3" w:rsidP="00402553">
      <w:pPr>
        <w:tabs>
          <w:tab w:val="left" w:pos="851"/>
        </w:tabs>
        <w:suppressAutoHyphens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[Indiquer le nom commercial et la dénomination sociale du mandataire]</w:t>
      </w:r>
    </w:p>
    <w:p w14:paraId="4F2C68A1" w14:textId="77777777" w:rsidR="00A830C3" w:rsidRPr="00402553" w:rsidRDefault="00A830C3" w:rsidP="00402553">
      <w:pPr>
        <w:tabs>
          <w:tab w:val="left" w:pos="851"/>
        </w:tabs>
        <w:suppressAutoHyphens/>
        <w:jc w:val="both"/>
        <w:rPr>
          <w:rFonts w:ascii="Arial" w:hAnsi="Arial" w:cs="Arial"/>
          <w:szCs w:val="22"/>
          <w:lang w:eastAsia="zh-CN"/>
        </w:rPr>
      </w:pPr>
    </w:p>
    <w:p w14:paraId="75B6D941" w14:textId="77777777" w:rsidR="00A830C3" w:rsidRPr="00402553" w:rsidRDefault="00A830C3" w:rsidP="0040255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En cas de groupement conjoint, le mandataire du groupement est :</w:t>
      </w:r>
    </w:p>
    <w:p w14:paraId="4E5EBF49" w14:textId="77777777" w:rsidR="002471DA" w:rsidRPr="00402553" w:rsidRDefault="002471DA" w:rsidP="00402553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Cs w:val="22"/>
        </w:rPr>
      </w:pPr>
      <w:r w:rsidRPr="00402553">
        <w:rPr>
          <w:rFonts w:ascii="Arial" w:hAnsi="Arial" w:cs="Arial"/>
          <w:i/>
          <w:iCs/>
          <w:szCs w:val="22"/>
        </w:rPr>
        <w:t>(Cocher la case correspondante.)</w:t>
      </w:r>
    </w:p>
    <w:p w14:paraId="20A1B75F" w14:textId="183BEF79" w:rsidR="00A830C3" w:rsidRPr="00402553" w:rsidRDefault="00A830C3" w:rsidP="00402553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i/>
          <w:iCs/>
          <w:szCs w:val="22"/>
          <w:lang w:eastAsia="zh-CN"/>
        </w:rPr>
        <w:t xml:space="preserve"> </w:t>
      </w:r>
      <w:r w:rsidRPr="00402553">
        <w:rPr>
          <w:rFonts w:ascii="Arial" w:hAnsi="Arial" w:cs="Arial"/>
          <w:szCs w:val="22"/>
          <w:lang w:eastAsia="zh-CN"/>
        </w:rPr>
        <w:t>conjoint</w:t>
      </w:r>
      <w:r w:rsidRPr="00402553">
        <w:rPr>
          <w:rFonts w:ascii="Arial" w:hAnsi="Arial" w:cs="Arial"/>
          <w:szCs w:val="22"/>
          <w:lang w:eastAsia="zh-CN"/>
        </w:rPr>
        <w:tab/>
      </w:r>
      <w:r w:rsidRPr="00402553">
        <w:rPr>
          <w:rFonts w:ascii="Arial" w:hAnsi="Arial" w:cs="Arial"/>
          <w:szCs w:val="22"/>
          <w:lang w:eastAsia="zh-CN"/>
        </w:rPr>
        <w:tab/>
        <w:t>OU</w:t>
      </w:r>
      <w:r w:rsidRPr="00402553">
        <w:rPr>
          <w:rFonts w:ascii="Arial" w:hAnsi="Arial" w:cs="Arial"/>
          <w:szCs w:val="22"/>
          <w:lang w:eastAsia="zh-CN"/>
        </w:rPr>
        <w:tab/>
      </w:r>
      <w:r w:rsidRPr="00402553">
        <w:rPr>
          <w:rFonts w:ascii="Arial" w:hAnsi="Arial" w:cs="Arial"/>
          <w:szCs w:val="22"/>
          <w:lang w:eastAsia="zh-CN"/>
        </w:rPr>
        <w:tab/>
      </w: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iCs/>
          <w:szCs w:val="22"/>
          <w:lang w:eastAsia="zh-CN"/>
        </w:rPr>
        <w:t xml:space="preserve"> </w:t>
      </w:r>
      <w:r w:rsidRPr="00402553">
        <w:rPr>
          <w:rFonts w:ascii="Arial" w:hAnsi="Arial" w:cs="Arial"/>
          <w:szCs w:val="22"/>
          <w:lang w:eastAsia="zh-CN"/>
        </w:rPr>
        <w:t>solidaire</w:t>
      </w:r>
    </w:p>
    <w:p w14:paraId="037A4732" w14:textId="77777777" w:rsidR="00A830C3" w:rsidRPr="00402553" w:rsidRDefault="00A830C3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</w:p>
    <w:p w14:paraId="0509FE71" w14:textId="77777777" w:rsidR="00A830C3" w:rsidRPr="00402553" w:rsidRDefault="00A830C3" w:rsidP="00402553">
      <w:pPr>
        <w:tabs>
          <w:tab w:val="left" w:pos="426"/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402553" w:rsidRDefault="00292EF8" w:rsidP="00402553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i/>
          <w:iCs/>
          <w:szCs w:val="22"/>
        </w:rPr>
        <w:tab/>
      </w:r>
      <w:r w:rsidR="002471DA" w:rsidRPr="00402553">
        <w:rPr>
          <w:rFonts w:ascii="Arial" w:hAnsi="Arial" w:cs="Arial"/>
          <w:i/>
          <w:iCs/>
          <w:szCs w:val="22"/>
        </w:rPr>
        <w:t>(Cocher la case correspondante.)</w:t>
      </w:r>
    </w:p>
    <w:p w14:paraId="7712CFBE" w14:textId="77777777" w:rsidR="00A830C3" w:rsidRPr="00402553" w:rsidRDefault="00A830C3" w:rsidP="00402553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ab/>
      </w: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ab/>
      </w:r>
      <w:proofErr w:type="gramStart"/>
      <w:r w:rsidRPr="00402553">
        <w:rPr>
          <w:rFonts w:ascii="Arial" w:hAnsi="Arial" w:cs="Arial"/>
          <w:szCs w:val="22"/>
          <w:lang w:eastAsia="zh-CN"/>
        </w:rPr>
        <w:t>pour</w:t>
      </w:r>
      <w:proofErr w:type="gramEnd"/>
      <w:r w:rsidRPr="00402553">
        <w:rPr>
          <w:rFonts w:ascii="Arial" w:hAnsi="Arial" w:cs="Arial"/>
          <w:szCs w:val="22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402553" w:rsidRDefault="00A830C3" w:rsidP="00402553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</w:t>
      </w:r>
      <w:proofErr w:type="gramStart"/>
      <w:r w:rsidRPr="00402553">
        <w:rPr>
          <w:rFonts w:ascii="Arial" w:hAnsi="Arial" w:cs="Arial"/>
          <w:i/>
          <w:szCs w:val="22"/>
          <w:lang w:eastAsia="zh-CN"/>
        </w:rPr>
        <w:t>joindre</w:t>
      </w:r>
      <w:proofErr w:type="gramEnd"/>
      <w:r w:rsidRPr="00402553">
        <w:rPr>
          <w:rFonts w:ascii="Arial" w:hAnsi="Arial" w:cs="Arial"/>
          <w:i/>
          <w:szCs w:val="22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402553" w:rsidRDefault="00A830C3" w:rsidP="00402553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ab/>
      </w:r>
      <w:proofErr w:type="gramStart"/>
      <w:r w:rsidRPr="00402553">
        <w:rPr>
          <w:rFonts w:ascii="Arial" w:hAnsi="Arial" w:cs="Arial"/>
          <w:szCs w:val="22"/>
          <w:lang w:eastAsia="zh-CN"/>
        </w:rPr>
        <w:t>pour</w:t>
      </w:r>
      <w:proofErr w:type="gramEnd"/>
      <w:r w:rsidRPr="00402553">
        <w:rPr>
          <w:rFonts w:ascii="Arial" w:hAnsi="Arial" w:cs="Arial"/>
          <w:szCs w:val="22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402553" w:rsidRDefault="00A830C3" w:rsidP="00402553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</w:t>
      </w:r>
      <w:proofErr w:type="gramStart"/>
      <w:r w:rsidRPr="00402553">
        <w:rPr>
          <w:rFonts w:ascii="Arial" w:hAnsi="Arial" w:cs="Arial"/>
          <w:i/>
          <w:szCs w:val="22"/>
          <w:lang w:eastAsia="zh-CN"/>
        </w:rPr>
        <w:t>joindre</w:t>
      </w:r>
      <w:proofErr w:type="gramEnd"/>
      <w:r w:rsidRPr="00402553">
        <w:rPr>
          <w:rFonts w:ascii="Arial" w:hAnsi="Arial" w:cs="Arial"/>
          <w:i/>
          <w:szCs w:val="22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402553" w:rsidRDefault="00A830C3" w:rsidP="00402553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 xml:space="preserve"> </w:t>
      </w:r>
      <w:r w:rsidR="00492E84" w:rsidRPr="00402553">
        <w:rPr>
          <w:rFonts w:ascii="Arial" w:hAnsi="Arial" w:cs="Arial"/>
          <w:szCs w:val="22"/>
          <w:lang w:eastAsia="zh-CN"/>
        </w:rPr>
        <w:tab/>
      </w:r>
      <w:proofErr w:type="gramStart"/>
      <w:r w:rsidRPr="00402553">
        <w:rPr>
          <w:rFonts w:ascii="Arial" w:hAnsi="Arial" w:cs="Arial"/>
          <w:szCs w:val="22"/>
          <w:lang w:eastAsia="zh-CN"/>
        </w:rPr>
        <w:t>ont</w:t>
      </w:r>
      <w:proofErr w:type="gramEnd"/>
      <w:r w:rsidRPr="00402553">
        <w:rPr>
          <w:rFonts w:ascii="Arial" w:hAnsi="Arial" w:cs="Arial"/>
          <w:szCs w:val="22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402553" w:rsidRDefault="00A830C3" w:rsidP="00402553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</w:t>
      </w:r>
      <w:proofErr w:type="gramStart"/>
      <w:r w:rsidRPr="00402553">
        <w:rPr>
          <w:rFonts w:ascii="Arial" w:hAnsi="Arial" w:cs="Arial"/>
          <w:i/>
          <w:szCs w:val="22"/>
          <w:lang w:eastAsia="zh-CN"/>
        </w:rPr>
        <w:t>hors</w:t>
      </w:r>
      <w:proofErr w:type="gramEnd"/>
      <w:r w:rsidRPr="00402553">
        <w:rPr>
          <w:rFonts w:ascii="Arial" w:hAnsi="Arial" w:cs="Arial"/>
          <w:i/>
          <w:szCs w:val="22"/>
          <w:lang w:eastAsia="zh-CN"/>
        </w:rPr>
        <w:t xml:space="preserve"> cas des marchés de défense ou de sécurité dans lequel ces documents ont déjà été fournis).</w:t>
      </w:r>
    </w:p>
    <w:p w14:paraId="77B5D612" w14:textId="77777777" w:rsidR="00402553" w:rsidRDefault="00402553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</w:p>
    <w:p w14:paraId="591A196F" w14:textId="3874E65A" w:rsidR="00A830C3" w:rsidRPr="00402553" w:rsidRDefault="00A830C3" w:rsidP="00402553">
      <w:pPr>
        <w:tabs>
          <w:tab w:val="left" w:pos="851"/>
        </w:tabs>
        <w:suppressAutoHyphens/>
        <w:rPr>
          <w:rFonts w:ascii="Arial" w:hAnsi="Arial" w:cs="Arial"/>
          <w:i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402553" w:rsidRDefault="00A830C3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i/>
          <w:szCs w:val="22"/>
          <w:lang w:eastAsia="zh-CN"/>
        </w:rPr>
        <w:t>(Cocher la case correspondante.)</w:t>
      </w:r>
    </w:p>
    <w:p w14:paraId="3A2BBB81" w14:textId="77777777" w:rsidR="00A830C3" w:rsidRPr="00402553" w:rsidRDefault="00A830C3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</w:p>
    <w:p w14:paraId="3AC50799" w14:textId="77777777" w:rsidR="00A830C3" w:rsidRPr="00402553" w:rsidRDefault="00A830C3" w:rsidP="00402553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ab/>
      </w:r>
      <w:proofErr w:type="gramStart"/>
      <w:r w:rsidRPr="00402553">
        <w:rPr>
          <w:rFonts w:ascii="Arial" w:hAnsi="Arial" w:cs="Arial"/>
          <w:szCs w:val="22"/>
          <w:lang w:eastAsia="zh-CN"/>
        </w:rPr>
        <w:t>donnent</w:t>
      </w:r>
      <w:proofErr w:type="gramEnd"/>
      <w:r w:rsidRPr="00402553">
        <w:rPr>
          <w:rFonts w:ascii="Arial" w:hAnsi="Arial" w:cs="Arial"/>
          <w:szCs w:val="22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402553" w:rsidRDefault="00A830C3" w:rsidP="00402553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szCs w:val="22"/>
          <w:lang w:eastAsia="zh-CN"/>
        </w:rPr>
        <w:tab/>
      </w:r>
      <w:proofErr w:type="gramStart"/>
      <w:r w:rsidRPr="00402553">
        <w:rPr>
          <w:rFonts w:ascii="Arial" w:hAnsi="Arial" w:cs="Arial"/>
          <w:szCs w:val="22"/>
          <w:lang w:eastAsia="zh-CN"/>
        </w:rPr>
        <w:t>donnent</w:t>
      </w:r>
      <w:proofErr w:type="gramEnd"/>
      <w:r w:rsidRPr="00402553">
        <w:rPr>
          <w:rFonts w:ascii="Arial" w:hAnsi="Arial" w:cs="Arial"/>
          <w:szCs w:val="22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402553" w:rsidRDefault="00A830C3" w:rsidP="00402553">
      <w:pPr>
        <w:tabs>
          <w:tab w:val="left" w:pos="1701"/>
        </w:tabs>
        <w:suppressAutoHyphens/>
        <w:ind w:left="851" w:hanging="284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ab/>
      </w:r>
      <w:r w:rsidRPr="00402553">
        <w:rPr>
          <w:rFonts w:ascii="Arial" w:hAnsi="Arial" w:cs="Arial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2553">
        <w:rPr>
          <w:rFonts w:ascii="Arial" w:hAnsi="Arial" w:cs="Arial"/>
          <w:szCs w:val="22"/>
          <w:lang w:eastAsia="zh-CN"/>
        </w:rPr>
        <w:instrText xml:space="preserve"> FORMCHECKBOX </w:instrText>
      </w:r>
      <w:r w:rsidR="00402ABA">
        <w:rPr>
          <w:rFonts w:ascii="Arial" w:hAnsi="Arial" w:cs="Arial"/>
          <w:szCs w:val="22"/>
          <w:lang w:eastAsia="zh-CN"/>
        </w:rPr>
      </w:r>
      <w:r w:rsidR="00402ABA">
        <w:rPr>
          <w:rFonts w:ascii="Arial" w:hAnsi="Arial" w:cs="Arial"/>
          <w:szCs w:val="22"/>
          <w:lang w:eastAsia="zh-CN"/>
        </w:rPr>
        <w:fldChar w:fldCharType="separate"/>
      </w:r>
      <w:r w:rsidRPr="00402553">
        <w:rPr>
          <w:rFonts w:ascii="Arial" w:hAnsi="Arial" w:cs="Arial"/>
          <w:szCs w:val="22"/>
          <w:lang w:eastAsia="zh-CN"/>
        </w:rPr>
        <w:fldChar w:fldCharType="end"/>
      </w:r>
      <w:r w:rsidRPr="00402553">
        <w:rPr>
          <w:rFonts w:ascii="Arial" w:hAnsi="Arial" w:cs="Arial"/>
          <w:i/>
          <w:iCs/>
          <w:szCs w:val="22"/>
          <w:lang w:eastAsia="zh-CN"/>
        </w:rPr>
        <w:t xml:space="preserve"> </w:t>
      </w:r>
      <w:r w:rsidRPr="00402553">
        <w:rPr>
          <w:rFonts w:ascii="Arial" w:hAnsi="Arial" w:cs="Arial"/>
          <w:szCs w:val="22"/>
          <w:lang w:eastAsia="zh-CN"/>
        </w:rPr>
        <w:tab/>
      </w:r>
      <w:proofErr w:type="gramStart"/>
      <w:r w:rsidRPr="00402553">
        <w:rPr>
          <w:rFonts w:ascii="Arial" w:hAnsi="Arial" w:cs="Arial"/>
          <w:szCs w:val="22"/>
          <w:lang w:eastAsia="zh-CN"/>
        </w:rPr>
        <w:t>donnent</w:t>
      </w:r>
      <w:proofErr w:type="gramEnd"/>
      <w:r w:rsidRPr="00402553">
        <w:rPr>
          <w:rFonts w:ascii="Arial" w:hAnsi="Arial" w:cs="Arial"/>
          <w:szCs w:val="22"/>
          <w:lang w:eastAsia="zh-CN"/>
        </w:rPr>
        <w:t xml:space="preserve"> mandat au mandataire dans les conditions définies ci-dessous :</w:t>
      </w:r>
    </w:p>
    <w:p w14:paraId="7E298B3E" w14:textId="1E042668" w:rsidR="00A830C3" w:rsidRPr="00402553" w:rsidRDefault="00A830C3" w:rsidP="00402553">
      <w:pPr>
        <w:tabs>
          <w:tab w:val="left" w:pos="851"/>
        </w:tabs>
        <w:suppressAutoHyphens/>
        <w:ind w:left="1624" w:hanging="850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ab/>
      </w:r>
      <w:r w:rsidRPr="00402553">
        <w:rPr>
          <w:rFonts w:ascii="Arial" w:hAnsi="Arial" w:cs="Arial"/>
          <w:szCs w:val="22"/>
          <w:lang w:eastAsia="zh-CN"/>
        </w:rPr>
        <w:tab/>
        <w:t>(Donner des précisions sur l’étendue du mandat.)</w:t>
      </w:r>
    </w:p>
    <w:p w14:paraId="68E8FEEC" w14:textId="77777777" w:rsidR="00492E84" w:rsidRPr="00402553" w:rsidRDefault="00492E84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402553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Nom, prénom et qualité</w:t>
            </w:r>
          </w:p>
          <w:p w14:paraId="419F4402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  <w:r w:rsidRPr="00402553">
              <w:rPr>
                <w:rFonts w:ascii="Arial" w:hAnsi="Arial" w:cs="Arial"/>
                <w:b/>
                <w:bCs/>
                <w:szCs w:val="22"/>
                <w:lang w:eastAsia="zh-CN"/>
              </w:rPr>
              <w:t>Signature</w:t>
            </w:r>
          </w:p>
        </w:tc>
      </w:tr>
      <w:tr w:rsidR="00A830C3" w:rsidRPr="00402553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</w:p>
        </w:tc>
      </w:tr>
      <w:tr w:rsidR="00A830C3" w:rsidRPr="00402553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402553" w:rsidRDefault="00A830C3" w:rsidP="0040255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Cs w:val="22"/>
                <w:lang w:eastAsia="zh-CN"/>
              </w:rPr>
            </w:pPr>
          </w:p>
        </w:tc>
      </w:tr>
    </w:tbl>
    <w:p w14:paraId="25779AB5" w14:textId="5342EC8A" w:rsidR="00A830C3" w:rsidRPr="00402553" w:rsidRDefault="00A830C3" w:rsidP="00402553">
      <w:pPr>
        <w:tabs>
          <w:tab w:val="left" w:pos="851"/>
        </w:tabs>
        <w:suppressAutoHyphens/>
        <w:jc w:val="both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(*)</w:t>
      </w:r>
      <w:r w:rsidRPr="00402553">
        <w:rPr>
          <w:rFonts w:ascii="Arial" w:hAnsi="Arial" w:cs="Arial"/>
          <w:szCs w:val="22"/>
          <w:lang w:eastAsia="zh-CN"/>
        </w:rPr>
        <w:t xml:space="preserve"> </w:t>
      </w:r>
      <w:r w:rsidRPr="00402553">
        <w:rPr>
          <w:rFonts w:ascii="Arial" w:hAnsi="Arial" w:cs="Arial"/>
          <w:b/>
          <w:szCs w:val="22"/>
          <w:lang w:eastAsia="zh-CN"/>
        </w:rPr>
        <w:t>Le signataire doit avoir le pouvoir d’engager la personne qu’il représente</w:t>
      </w:r>
      <w:r w:rsidRPr="00402553">
        <w:rPr>
          <w:rFonts w:ascii="Arial" w:hAnsi="Arial" w:cs="Arial"/>
          <w:szCs w:val="22"/>
          <w:lang w:eastAsia="zh-CN"/>
        </w:rPr>
        <w:t>.</w:t>
      </w:r>
    </w:p>
    <w:p w14:paraId="0CB35F35" w14:textId="77777777" w:rsidR="001C1C68" w:rsidRPr="00402553" w:rsidRDefault="001C1C68" w:rsidP="00402553">
      <w:pPr>
        <w:tabs>
          <w:tab w:val="left" w:pos="1770"/>
        </w:tabs>
        <w:rPr>
          <w:rFonts w:ascii="Arial" w:hAnsi="Arial" w:cs="Arial"/>
          <w:szCs w:val="22"/>
        </w:rPr>
      </w:pPr>
    </w:p>
    <w:p w14:paraId="58506D99" w14:textId="23FF8C7B" w:rsidR="00C6638F" w:rsidRPr="00402553" w:rsidRDefault="00E84036" w:rsidP="0040255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18487C66" w14:textId="77777777" w:rsid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208E9074" w:rsidR="00D82C77" w:rsidRPr="00402553" w:rsidRDefault="007823F5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402553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402553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402553">
        <w:rPr>
          <w:rFonts w:ascii="Arial" w:hAnsi="Arial" w:cs="Arial"/>
          <w:b/>
          <w:szCs w:val="22"/>
          <w:lang w:eastAsia="zh-CN"/>
        </w:rPr>
        <w:t xml:space="preserve"> :</w:t>
      </w:r>
    </w:p>
    <w:p w14:paraId="745CCE05" w14:textId="77777777" w:rsidR="00402553" w:rsidRDefault="00402553" w:rsidP="00402553">
      <w:pPr>
        <w:jc w:val="both"/>
        <w:rPr>
          <w:rFonts w:ascii="Arial" w:hAnsi="Arial" w:cs="Arial"/>
          <w:szCs w:val="22"/>
        </w:rPr>
      </w:pPr>
    </w:p>
    <w:p w14:paraId="04B9986A" w14:textId="40220669" w:rsidR="00D82C77" w:rsidRPr="00402553" w:rsidRDefault="002A7E54" w:rsidP="00402553">
      <w:pPr>
        <w:jc w:val="both"/>
        <w:rPr>
          <w:rFonts w:ascii="Arial" w:hAnsi="Arial" w:cs="Arial"/>
          <w:i/>
          <w:szCs w:val="22"/>
        </w:rPr>
      </w:pPr>
      <w:r w:rsidRPr="00402553">
        <w:rPr>
          <w:rFonts w:ascii="Arial" w:hAnsi="Arial" w:cs="Arial"/>
          <w:szCs w:val="22"/>
        </w:rPr>
        <w:t>MINARM/SGA/DCSID/</w:t>
      </w:r>
      <w:r w:rsidR="00D82C77" w:rsidRPr="00402553">
        <w:rPr>
          <w:rFonts w:ascii="Arial" w:hAnsi="Arial" w:cs="Arial"/>
          <w:szCs w:val="22"/>
        </w:rPr>
        <w:t xml:space="preserve">SID </w:t>
      </w:r>
      <w:r w:rsidRPr="00402553">
        <w:rPr>
          <w:rFonts w:ascii="Arial" w:hAnsi="Arial" w:cs="Arial"/>
          <w:szCs w:val="22"/>
        </w:rPr>
        <w:t>A</w:t>
      </w:r>
      <w:r w:rsidR="0096520E" w:rsidRPr="00402553">
        <w:rPr>
          <w:rFonts w:ascii="Arial" w:hAnsi="Arial" w:cs="Arial"/>
          <w:szCs w:val="22"/>
        </w:rPr>
        <w:t>tlantique</w:t>
      </w:r>
      <w:r w:rsidR="00D82C77" w:rsidRPr="00402553">
        <w:rPr>
          <w:rFonts w:ascii="Arial" w:hAnsi="Arial" w:cs="Arial"/>
          <w:szCs w:val="22"/>
        </w:rPr>
        <w:t xml:space="preserve"> (Ministère des Armées / Secrétariat Général pour l'Administration /</w:t>
      </w:r>
      <w:r w:rsidR="00D82C77" w:rsidRPr="00402553">
        <w:rPr>
          <w:rFonts w:ascii="Arial" w:hAnsi="Arial" w:cs="Arial"/>
          <w:color w:val="000000"/>
          <w:szCs w:val="22"/>
        </w:rPr>
        <w:t xml:space="preserve"> Direction Centrale du Service d'Infrastructure de la Défense </w:t>
      </w:r>
      <w:r w:rsidR="00D82C77" w:rsidRPr="00402553">
        <w:rPr>
          <w:rFonts w:ascii="Arial" w:hAnsi="Arial" w:cs="Arial"/>
          <w:szCs w:val="22"/>
        </w:rPr>
        <w:t>/</w:t>
      </w:r>
      <w:r w:rsidR="00D82C77" w:rsidRPr="00402553">
        <w:rPr>
          <w:rFonts w:ascii="Arial" w:hAnsi="Arial" w:cs="Arial"/>
          <w:color w:val="000000"/>
          <w:szCs w:val="22"/>
        </w:rPr>
        <w:t xml:space="preserve"> Service d</w:t>
      </w:r>
      <w:r w:rsidRPr="00402553">
        <w:rPr>
          <w:rFonts w:ascii="Arial" w:hAnsi="Arial" w:cs="Arial"/>
          <w:color w:val="000000"/>
          <w:szCs w:val="22"/>
        </w:rPr>
        <w:t>'Infrastructure de la Défense Atlantique</w:t>
      </w:r>
      <w:r w:rsidR="00D82C77" w:rsidRPr="00402553">
        <w:rPr>
          <w:rFonts w:ascii="Arial" w:hAnsi="Arial" w:cs="Arial"/>
          <w:szCs w:val="22"/>
        </w:rPr>
        <w:t>).</w:t>
      </w:r>
    </w:p>
    <w:p w14:paraId="19801714" w14:textId="77777777" w:rsidR="00402553" w:rsidRDefault="00402553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6792A44E" w14:textId="7289549E" w:rsidR="007823F5" w:rsidRPr="00402553" w:rsidRDefault="007823F5" w:rsidP="004025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02553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6D6FB786" w14:textId="77777777" w:rsidR="00402553" w:rsidRDefault="00402553" w:rsidP="00402553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Cs w:val="22"/>
        </w:rPr>
      </w:pPr>
    </w:p>
    <w:p w14:paraId="320D71F5" w14:textId="4B0A83D1" w:rsidR="00D82C77" w:rsidRPr="00402553" w:rsidRDefault="00D82C77" w:rsidP="00402553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Cs w:val="22"/>
        </w:rPr>
      </w:pPr>
      <w:r w:rsidRPr="00402553">
        <w:rPr>
          <w:rFonts w:ascii="Arial" w:hAnsi="Arial" w:cs="Arial"/>
          <w:bCs/>
          <w:szCs w:val="22"/>
        </w:rPr>
        <w:t xml:space="preserve">L’Ingénieur Général des Travaux Maritimes Roland BOUTIN, Directeur du SID </w:t>
      </w:r>
      <w:r w:rsidR="002A7E54" w:rsidRPr="00402553">
        <w:rPr>
          <w:rFonts w:ascii="Arial" w:hAnsi="Arial" w:cs="Arial"/>
          <w:bCs/>
          <w:szCs w:val="22"/>
        </w:rPr>
        <w:t>Atlantique</w:t>
      </w:r>
      <w:r w:rsidRPr="00402553">
        <w:rPr>
          <w:rFonts w:ascii="Arial" w:hAnsi="Arial" w:cs="Arial"/>
          <w:bCs/>
          <w:szCs w:val="22"/>
        </w:rPr>
        <w:t>.</w:t>
      </w:r>
    </w:p>
    <w:p w14:paraId="5898E74C" w14:textId="77777777" w:rsidR="00385B7F" w:rsidRPr="00402553" w:rsidRDefault="00385B7F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</w:p>
    <w:p w14:paraId="7CEE3E06" w14:textId="2C4E80E7" w:rsidR="00385B7F" w:rsidRPr="00402553" w:rsidRDefault="00FF096E" w:rsidP="00402553">
      <w:pPr>
        <w:tabs>
          <w:tab w:val="left" w:pos="851"/>
        </w:tabs>
        <w:suppressAutoHyphens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 xml:space="preserve">Le présent </w:t>
      </w:r>
      <w:r w:rsidR="0051258D" w:rsidRPr="00402553">
        <w:rPr>
          <w:rFonts w:ascii="Arial" w:hAnsi="Arial" w:cs="Arial"/>
          <w:szCs w:val="22"/>
          <w:lang w:eastAsia="zh-CN"/>
        </w:rPr>
        <w:t>marché</w:t>
      </w:r>
      <w:r w:rsidRPr="00402553">
        <w:rPr>
          <w:rFonts w:ascii="Arial" w:hAnsi="Arial" w:cs="Arial"/>
          <w:szCs w:val="22"/>
          <w:lang w:eastAsia="zh-CN"/>
        </w:rPr>
        <w:t xml:space="preserve"> est accepté dans toutes ses clauses :</w:t>
      </w:r>
    </w:p>
    <w:p w14:paraId="7FCF0BF2" w14:textId="77777777" w:rsidR="007859D5" w:rsidRPr="00402553" w:rsidRDefault="007859D5" w:rsidP="0040255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Cs w:val="22"/>
          <w:lang w:eastAsia="en-US"/>
        </w:rPr>
      </w:pPr>
    </w:p>
    <w:p w14:paraId="532936EF" w14:textId="4270E35C" w:rsidR="00280A83" w:rsidRPr="00402553" w:rsidRDefault="00280A83" w:rsidP="0040255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A Brest,</w:t>
      </w:r>
    </w:p>
    <w:p w14:paraId="6F2D53D3" w14:textId="77777777" w:rsidR="00280A83" w:rsidRPr="00402553" w:rsidRDefault="00280A83" w:rsidP="00402553">
      <w:pPr>
        <w:tabs>
          <w:tab w:val="left" w:pos="851"/>
        </w:tabs>
        <w:suppressAutoHyphens/>
        <w:jc w:val="center"/>
        <w:rPr>
          <w:rFonts w:ascii="Arial" w:hAnsi="Arial" w:cs="Arial"/>
          <w:szCs w:val="22"/>
          <w:lang w:eastAsia="zh-CN"/>
        </w:rPr>
      </w:pPr>
    </w:p>
    <w:p w14:paraId="0FC3B540" w14:textId="45864309" w:rsidR="00D82C77" w:rsidRPr="00402553" w:rsidRDefault="00280A83" w:rsidP="00402553">
      <w:pPr>
        <w:tabs>
          <w:tab w:val="left" w:pos="851"/>
        </w:tabs>
        <w:suppressAutoHyphens/>
        <w:jc w:val="center"/>
        <w:rPr>
          <w:rFonts w:ascii="Arial" w:hAnsi="Arial" w:cs="Arial"/>
          <w:szCs w:val="22"/>
          <w:lang w:eastAsia="zh-CN"/>
        </w:rPr>
      </w:pPr>
      <w:r w:rsidRPr="00402553">
        <w:rPr>
          <w:rFonts w:ascii="Arial" w:hAnsi="Arial" w:cs="Arial"/>
          <w:szCs w:val="22"/>
          <w:lang w:eastAsia="zh-CN"/>
        </w:rPr>
        <w:t>Signature :</w:t>
      </w:r>
    </w:p>
    <w:p w14:paraId="5ADD4036" w14:textId="2E6991E9" w:rsidR="0046717F" w:rsidRPr="00402553" w:rsidRDefault="0046717F" w:rsidP="00402553">
      <w:pPr>
        <w:jc w:val="center"/>
        <w:rPr>
          <w:rFonts w:ascii="Arial" w:hAnsi="Arial" w:cs="Arial"/>
          <w:bCs/>
          <w:i/>
          <w:strike/>
          <w:szCs w:val="22"/>
        </w:rPr>
      </w:pPr>
    </w:p>
    <w:p w14:paraId="230F766E" w14:textId="77777777" w:rsidR="001C1C68" w:rsidRPr="00402553" w:rsidRDefault="001C1C68" w:rsidP="00402553">
      <w:pPr>
        <w:jc w:val="center"/>
        <w:rPr>
          <w:rFonts w:ascii="Arial" w:hAnsi="Arial" w:cs="Arial"/>
          <w:bCs/>
          <w:szCs w:val="22"/>
        </w:rPr>
      </w:pPr>
    </w:p>
    <w:p w14:paraId="74F542D6" w14:textId="4D5F054D" w:rsidR="0046717F" w:rsidRPr="00402553" w:rsidRDefault="002A7E54" w:rsidP="00402553">
      <w:pPr>
        <w:jc w:val="center"/>
        <w:rPr>
          <w:rFonts w:ascii="Arial" w:hAnsi="Arial" w:cs="Arial"/>
          <w:bCs/>
          <w:szCs w:val="22"/>
        </w:rPr>
      </w:pPr>
      <w:r w:rsidRPr="00402553">
        <w:rPr>
          <w:rFonts w:ascii="Arial" w:hAnsi="Arial" w:cs="Arial"/>
          <w:bCs/>
          <w:szCs w:val="22"/>
        </w:rPr>
        <w:t>Pour le directeur du SID Atlantique</w:t>
      </w:r>
    </w:p>
    <w:p w14:paraId="0012092D" w14:textId="77777777" w:rsidR="0046717F" w:rsidRPr="00402553" w:rsidRDefault="0046717F" w:rsidP="00402553">
      <w:pPr>
        <w:jc w:val="center"/>
        <w:rPr>
          <w:rFonts w:ascii="Arial" w:hAnsi="Arial" w:cs="Arial"/>
          <w:bCs/>
          <w:szCs w:val="22"/>
        </w:rPr>
      </w:pPr>
      <w:r w:rsidRPr="00402553">
        <w:rPr>
          <w:rFonts w:ascii="Arial" w:hAnsi="Arial" w:cs="Arial"/>
          <w:bCs/>
          <w:szCs w:val="22"/>
        </w:rPr>
        <w:t xml:space="preserve">Et par délégation </w:t>
      </w:r>
    </w:p>
    <w:p w14:paraId="02D7D13F" w14:textId="072E0EAA" w:rsidR="0046717F" w:rsidRPr="00402553" w:rsidRDefault="0096520E" w:rsidP="00402553">
      <w:pPr>
        <w:jc w:val="center"/>
        <w:rPr>
          <w:rFonts w:ascii="Arial" w:hAnsi="Arial" w:cs="Arial"/>
          <w:bCs/>
          <w:szCs w:val="22"/>
        </w:rPr>
      </w:pPr>
      <w:r w:rsidRPr="00402553">
        <w:rPr>
          <w:rFonts w:ascii="Arial" w:hAnsi="Arial" w:cs="Arial"/>
          <w:bCs/>
          <w:szCs w:val="22"/>
        </w:rPr>
        <w:t>IC1MI Maxime Porcher</w:t>
      </w:r>
    </w:p>
    <w:p w14:paraId="0CF55751" w14:textId="09ED6CD8" w:rsidR="0096520E" w:rsidRPr="00402553" w:rsidRDefault="0096520E" w:rsidP="00402553">
      <w:pPr>
        <w:jc w:val="center"/>
        <w:rPr>
          <w:rFonts w:ascii="Arial" w:hAnsi="Arial" w:cs="Arial"/>
          <w:bCs/>
          <w:szCs w:val="22"/>
        </w:rPr>
      </w:pPr>
      <w:r w:rsidRPr="00402553">
        <w:rPr>
          <w:rFonts w:ascii="Arial" w:hAnsi="Arial" w:cs="Arial"/>
          <w:bCs/>
          <w:szCs w:val="22"/>
        </w:rPr>
        <w:t>Chef de la division MPI</w:t>
      </w:r>
    </w:p>
    <w:p w14:paraId="4B037C0A" w14:textId="71621275" w:rsidR="00686EAA" w:rsidRPr="00402553" w:rsidRDefault="00686EAA" w:rsidP="00402553">
      <w:pPr>
        <w:rPr>
          <w:rFonts w:ascii="Arial" w:eastAsia="Arial" w:hAnsi="Arial" w:cs="Arial"/>
          <w:color w:val="000000"/>
          <w:szCs w:val="22"/>
        </w:rPr>
      </w:pPr>
      <w:r w:rsidRPr="00402553">
        <w:rPr>
          <w:rFonts w:ascii="Arial" w:eastAsia="Arial" w:hAnsi="Arial" w:cs="Arial"/>
          <w:color w:val="000000"/>
          <w:szCs w:val="22"/>
        </w:rPr>
        <w:br w:type="page"/>
      </w:r>
    </w:p>
    <w:p w14:paraId="6A73C3B6" w14:textId="77777777" w:rsidR="00686EAA" w:rsidRPr="00402553" w:rsidRDefault="00686EAA" w:rsidP="00402553">
      <w:pPr>
        <w:rPr>
          <w:rFonts w:ascii="Arial" w:hAnsi="Arial" w:cs="Arial"/>
          <w:szCs w:val="22"/>
        </w:rPr>
      </w:pPr>
    </w:p>
    <w:p w14:paraId="762810D7" w14:textId="77777777" w:rsidR="00686EAA" w:rsidRPr="00402553" w:rsidRDefault="00686EAA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ANNEXE 1</w:t>
      </w:r>
    </w:p>
    <w:p w14:paraId="7A1B0A07" w14:textId="77777777" w:rsidR="00686EAA" w:rsidRPr="00402553" w:rsidRDefault="00686EAA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Relevé d’Identité Bancaire</w:t>
      </w:r>
    </w:p>
    <w:p w14:paraId="7A5CAD8B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</w:p>
    <w:p w14:paraId="507AA934" w14:textId="77777777" w:rsidR="00686EAA" w:rsidRPr="00402553" w:rsidRDefault="00686EAA" w:rsidP="00402553">
      <w:pPr>
        <w:jc w:val="both"/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402553" w:rsidRDefault="00686EAA" w:rsidP="00402553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402553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402553" w:rsidRDefault="00686EAA" w:rsidP="00402553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402553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402553" w:rsidRDefault="00686EAA" w:rsidP="00402553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402553" w:rsidRDefault="00686EAA" w:rsidP="00402553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Pr="00402553" w:rsidRDefault="00686EAA" w:rsidP="00402553">
      <w:pPr>
        <w:rPr>
          <w:rFonts w:ascii="Arial" w:hAnsi="Arial" w:cs="Arial"/>
          <w:b/>
          <w:szCs w:val="22"/>
        </w:rPr>
      </w:pPr>
      <w:r w:rsidRPr="00402553"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402553" w:rsidRDefault="00686EAA" w:rsidP="00402553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402553" w:rsidRDefault="00686EAA" w:rsidP="00402553">
      <w:pPr>
        <w:rPr>
          <w:rFonts w:ascii="Arial" w:hAnsi="Arial" w:cs="Arial"/>
          <w:szCs w:val="22"/>
        </w:rPr>
      </w:pPr>
    </w:p>
    <w:p w14:paraId="1D3DB68E" w14:textId="77777777" w:rsidR="00686EAA" w:rsidRPr="00402553" w:rsidRDefault="00686EAA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ANNEXE 2</w:t>
      </w:r>
    </w:p>
    <w:p w14:paraId="639139BB" w14:textId="77777777" w:rsidR="00686EAA" w:rsidRPr="00402553" w:rsidRDefault="00686EAA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</w:p>
    <w:p w14:paraId="751E62C3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</w:p>
    <w:p w14:paraId="29BFD152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  <w:r w:rsidRPr="00402553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</w:p>
    <w:p w14:paraId="0021DC08" w14:textId="77777777" w:rsidR="00686EAA" w:rsidRPr="00402553" w:rsidRDefault="00686EAA" w:rsidP="00402553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402553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402553" w:rsidRDefault="00686EA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402553" w:rsidRDefault="00686EA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402553" w:rsidRDefault="00686EA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402553" w:rsidRDefault="00686EA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402553" w:rsidRDefault="00686EAA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402553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402553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402553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402553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402553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402553" w:rsidRDefault="00686EAA" w:rsidP="0040255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402553" w:rsidRDefault="00686EAA" w:rsidP="00402553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402553" w:rsidRDefault="00686EAA" w:rsidP="00402553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  <w:r w:rsidRPr="00402553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</w:p>
    <w:p w14:paraId="4B81B6F8" w14:textId="2B1FE83E" w:rsidR="00686EAA" w:rsidRPr="00402553" w:rsidRDefault="00686EAA" w:rsidP="00402553">
      <w:pPr>
        <w:pStyle w:val="Corpsdetexte23"/>
        <w:rPr>
          <w:rFonts w:cs="Arial"/>
          <w:szCs w:val="22"/>
        </w:rPr>
      </w:pPr>
      <w:r w:rsidRPr="00402553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021D555D" w14:textId="47A8ACEA" w:rsidR="0096520E" w:rsidRPr="00402553" w:rsidRDefault="0096520E" w:rsidP="00402553">
      <w:pPr>
        <w:pStyle w:val="Corpsdetexte23"/>
        <w:rPr>
          <w:rFonts w:cs="Arial"/>
          <w:szCs w:val="22"/>
        </w:rPr>
      </w:pPr>
    </w:p>
    <w:p w14:paraId="2CFE7576" w14:textId="3A4706FB" w:rsidR="0096520E" w:rsidRPr="00402553" w:rsidRDefault="0096520E" w:rsidP="00402553">
      <w:pPr>
        <w:pStyle w:val="Corpsdetexte23"/>
        <w:rPr>
          <w:rFonts w:cs="Arial"/>
          <w:szCs w:val="22"/>
        </w:rPr>
      </w:pPr>
    </w:p>
    <w:p w14:paraId="51E3A7B8" w14:textId="45DB56A9" w:rsidR="0096520E" w:rsidRPr="00402553" w:rsidRDefault="0096520E" w:rsidP="00402553">
      <w:pPr>
        <w:rPr>
          <w:rFonts w:ascii="Arial" w:hAnsi="Arial" w:cs="Arial"/>
          <w:szCs w:val="22"/>
        </w:rPr>
      </w:pPr>
      <w:r w:rsidRPr="00402553">
        <w:rPr>
          <w:rFonts w:ascii="Arial" w:hAnsi="Arial" w:cs="Arial"/>
          <w:szCs w:val="22"/>
        </w:rPr>
        <w:br w:type="page"/>
      </w:r>
    </w:p>
    <w:p w14:paraId="0A985BCD" w14:textId="77777777" w:rsidR="0096520E" w:rsidRPr="00402553" w:rsidRDefault="0096520E" w:rsidP="00402553">
      <w:pPr>
        <w:pStyle w:val="Corpsdetexte23"/>
        <w:rPr>
          <w:rFonts w:cs="Arial"/>
          <w:szCs w:val="22"/>
        </w:rPr>
      </w:pPr>
    </w:p>
    <w:p w14:paraId="4A5515DE" w14:textId="77777777" w:rsidR="00686EAA" w:rsidRPr="00402553" w:rsidRDefault="00686EAA" w:rsidP="00402553">
      <w:pPr>
        <w:pStyle w:val="Corpsdetexte23"/>
        <w:rPr>
          <w:rFonts w:cs="Arial"/>
          <w:szCs w:val="22"/>
        </w:rPr>
      </w:pPr>
    </w:p>
    <w:p w14:paraId="39E70C2F" w14:textId="77777777" w:rsidR="00006A43" w:rsidRPr="00402553" w:rsidRDefault="00006A43" w:rsidP="00402553">
      <w:pPr>
        <w:rPr>
          <w:rFonts w:ascii="Arial" w:hAnsi="Arial" w:cs="Arial"/>
          <w:szCs w:val="22"/>
        </w:rPr>
      </w:pPr>
    </w:p>
    <w:p w14:paraId="6FCB3572" w14:textId="77777777" w:rsidR="00006A43" w:rsidRPr="00402553" w:rsidRDefault="00006A43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ANNEXE 3</w:t>
      </w:r>
    </w:p>
    <w:p w14:paraId="61CE5677" w14:textId="77777777" w:rsidR="00006A43" w:rsidRPr="00402553" w:rsidRDefault="00006A43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Etat des prix forfaitaires</w:t>
      </w:r>
    </w:p>
    <w:p w14:paraId="43D7FD67" w14:textId="77777777" w:rsidR="00006A43" w:rsidRPr="00402553" w:rsidRDefault="00006A43" w:rsidP="0040255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402553">
        <w:rPr>
          <w:rFonts w:cs="Arial"/>
          <w:b/>
          <w:szCs w:val="22"/>
        </w:rPr>
        <w:t>(EPF)</w:t>
      </w:r>
    </w:p>
    <w:p w14:paraId="50214104" w14:textId="77777777" w:rsidR="00006A43" w:rsidRPr="00402553" w:rsidRDefault="00006A43" w:rsidP="00402553">
      <w:pPr>
        <w:pStyle w:val="Corpsdetexte23"/>
        <w:rPr>
          <w:rFonts w:cs="Arial"/>
          <w:szCs w:val="22"/>
        </w:rPr>
      </w:pPr>
    </w:p>
    <w:tbl>
      <w:tblPr>
        <w:tblStyle w:val="Grilledutableau"/>
        <w:tblW w:w="9883" w:type="dxa"/>
        <w:jc w:val="center"/>
        <w:tblLook w:val="04A0" w:firstRow="1" w:lastRow="0" w:firstColumn="1" w:lastColumn="0" w:noHBand="0" w:noVBand="1"/>
      </w:tblPr>
      <w:tblGrid>
        <w:gridCol w:w="693"/>
        <w:gridCol w:w="3783"/>
        <w:gridCol w:w="2886"/>
        <w:gridCol w:w="901"/>
        <w:gridCol w:w="1620"/>
      </w:tblGrid>
      <w:tr w:rsidR="00006A43" w:rsidRPr="00402553" w14:paraId="0E8D70AE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262C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N°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3927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Désignation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7ED5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A047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Montant € HT</w:t>
            </w:r>
          </w:p>
        </w:tc>
      </w:tr>
      <w:tr w:rsidR="00006A43" w:rsidRPr="00402553" w14:paraId="0BC1E61C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286F1E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1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3BBCAC" w14:textId="4442D118" w:rsidR="00006A43" w:rsidRPr="00402553" w:rsidRDefault="00006A43" w:rsidP="00402553">
            <w:pPr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Analyse réglementaire du projet</w:t>
            </w:r>
          </w:p>
        </w:tc>
      </w:tr>
      <w:tr w:rsidR="00006A43" w:rsidRPr="00402553" w14:paraId="63B5E07B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688F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1.1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0C1D" w14:textId="69E30126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Réunions de préparation, visite de site et réception de l'ensemble des données nécessaires à la mission. (deux réunion</w:t>
            </w:r>
            <w:r w:rsidR="00402ABA">
              <w:rPr>
                <w:rFonts w:ascii="Arial" w:hAnsi="Arial" w:cs="Arial"/>
                <w:szCs w:val="22"/>
              </w:rPr>
              <w:t>s</w:t>
            </w:r>
            <w:r w:rsidRPr="00402553">
              <w:rPr>
                <w:rFonts w:ascii="Arial" w:hAnsi="Arial" w:cs="Arial"/>
                <w:szCs w:val="22"/>
              </w:rPr>
              <w:t xml:space="preserve"> en présentiel).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B065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CFE9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2E36E687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96C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1.2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6CCD" w14:textId="1451F43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Recensement des zones naturelles et de protection y compris restitution dans un dossier unique.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C2C6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F8A7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4506F6" w:rsidRPr="00402553" w14:paraId="76D587DE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0B91" w14:textId="0E4F675A" w:rsidR="004506F6" w:rsidRPr="00402553" w:rsidRDefault="004506F6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1.3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AF16" w14:textId="3756CC14" w:rsidR="004506F6" w:rsidRPr="00402553" w:rsidRDefault="004506F6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Analyse de la réglementation environnementale y compris restitution dans un dossier unique.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D108" w14:textId="45AB5128" w:rsidR="004506F6" w:rsidRPr="00402553" w:rsidRDefault="004506F6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0B47" w14:textId="77777777" w:rsidR="004506F6" w:rsidRPr="00402553" w:rsidRDefault="004506F6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4506F6" w:rsidRPr="00402553" w14:paraId="4E2C6058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AB10" w14:textId="0F25FB99" w:rsidR="004506F6" w:rsidRPr="00402553" w:rsidRDefault="004506F6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1.4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BC4" w14:textId="0CAA05BC" w:rsidR="004506F6" w:rsidRPr="00402553" w:rsidRDefault="004506F6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Analyse de la réglementation domaniale, PLU, déclaration de travaux y compris restitution dans un dossier unique.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07B6" w14:textId="384F1B63" w:rsidR="004506F6" w:rsidRPr="00402553" w:rsidRDefault="004506F6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8BDD" w14:textId="77777777" w:rsidR="004506F6" w:rsidRPr="00402553" w:rsidRDefault="004506F6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0F3CC3D1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83F1" w14:textId="51D88989" w:rsidR="00006A43" w:rsidRPr="00402553" w:rsidRDefault="004506F6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1.5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5F2F" w14:textId="723F912E" w:rsidR="00006A43" w:rsidRPr="00402553" w:rsidRDefault="004506F6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 xml:space="preserve">Réunion de présentation des résultats. (réunion </w:t>
            </w:r>
            <w:proofErr w:type="spellStart"/>
            <w:r w:rsidRPr="00402553">
              <w:rPr>
                <w:rFonts w:ascii="Arial" w:hAnsi="Arial" w:cs="Arial"/>
                <w:szCs w:val="22"/>
              </w:rPr>
              <w:t>visio</w:t>
            </w:r>
            <w:proofErr w:type="spellEnd"/>
            <w:r w:rsidRPr="0040255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757B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9646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2FAE80C5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65449F" w14:textId="78772B18" w:rsidR="00006A43" w:rsidRPr="00402553" w:rsidRDefault="004506F6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2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062B0E" w14:textId="4181FE66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 xml:space="preserve">Réalisation </w:t>
            </w:r>
            <w:r w:rsidR="004506F6" w:rsidRPr="00402553">
              <w:rPr>
                <w:rFonts w:ascii="Arial" w:hAnsi="Arial" w:cs="Arial"/>
                <w:b/>
                <w:szCs w:val="22"/>
              </w:rPr>
              <w:t>du dossier Loi sur l’eau de déclaration</w:t>
            </w:r>
          </w:p>
        </w:tc>
      </w:tr>
      <w:tr w:rsidR="00006A43" w:rsidRPr="00402553" w14:paraId="4660C6B0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CEC5" w14:textId="4439E6F8" w:rsidR="00006A43" w:rsidRPr="00402553" w:rsidRDefault="004506F6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2</w:t>
            </w:r>
            <w:r w:rsidR="00006A43" w:rsidRPr="00402553">
              <w:rPr>
                <w:rFonts w:ascii="Arial" w:hAnsi="Arial" w:cs="Arial"/>
                <w:b/>
                <w:szCs w:val="22"/>
              </w:rPr>
              <w:t>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472B" w14:textId="048C10E8" w:rsidR="00006A43" w:rsidRPr="00402553" w:rsidRDefault="004506F6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Rédaction d’un dossier Loi sur l’eau établi selon le régime de la déclaration.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E9CD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4B9E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0363D8EC" w14:textId="77777777" w:rsidTr="00006A43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230F" w14:textId="39B4F9A3" w:rsidR="00006A43" w:rsidRPr="00402553" w:rsidRDefault="004506F6" w:rsidP="0040255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2</w:t>
            </w:r>
            <w:r w:rsidR="00006A43" w:rsidRPr="00402553">
              <w:rPr>
                <w:rFonts w:ascii="Arial" w:hAnsi="Arial" w:cs="Arial"/>
                <w:b/>
                <w:szCs w:val="22"/>
              </w:rPr>
              <w:t>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B71D" w14:textId="1F096A47" w:rsidR="00006A43" w:rsidRPr="00402553" w:rsidRDefault="004506F6" w:rsidP="00402553">
            <w:pPr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Réunion de présentation du dossier avant envoi vers le CGA. (une réunion en présentiel)</w:t>
            </w:r>
            <w:bookmarkStart w:id="1" w:name="_GoBack"/>
            <w:bookmarkEnd w:id="1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A403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szCs w:val="22"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BDB6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366271B6" w14:textId="77777777" w:rsidTr="00006A43">
        <w:trPr>
          <w:trHeight w:val="397"/>
          <w:jc w:val="center"/>
        </w:trPr>
        <w:tc>
          <w:tcPr>
            <w:tcW w:w="447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EB4EA3" w14:textId="77777777" w:rsidR="00006A43" w:rsidRPr="00402553" w:rsidRDefault="00006A43" w:rsidP="00402553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9B1C" w14:textId="77777777" w:rsidR="00006A43" w:rsidRPr="00402553" w:rsidRDefault="00006A43" w:rsidP="00402553">
            <w:pPr>
              <w:jc w:val="right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Montant total HT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371F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7FBF1A77" w14:textId="77777777" w:rsidTr="00006A43">
        <w:trPr>
          <w:trHeight w:val="397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B11799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4989" w14:textId="77777777" w:rsidR="00006A43" w:rsidRPr="00402553" w:rsidRDefault="00006A43" w:rsidP="00402553">
            <w:pPr>
              <w:jc w:val="right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TVA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D779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  <w:tr w:rsidR="00006A43" w:rsidRPr="00402553" w14:paraId="6011A237" w14:textId="77777777" w:rsidTr="00006A43">
        <w:trPr>
          <w:trHeight w:val="397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673B71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53C3" w14:textId="77777777" w:rsidR="00006A43" w:rsidRPr="00402553" w:rsidRDefault="00006A43" w:rsidP="00402553">
            <w:pPr>
              <w:jc w:val="right"/>
              <w:rPr>
                <w:rFonts w:ascii="Arial" w:hAnsi="Arial" w:cs="Arial"/>
                <w:szCs w:val="22"/>
              </w:rPr>
            </w:pPr>
            <w:r w:rsidRPr="00402553">
              <w:rPr>
                <w:rFonts w:ascii="Arial" w:hAnsi="Arial" w:cs="Arial"/>
                <w:b/>
                <w:szCs w:val="22"/>
              </w:rPr>
              <w:t>Montant total TTC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4765" w14:textId="77777777" w:rsidR="00006A43" w:rsidRPr="00402553" w:rsidRDefault="00006A43" w:rsidP="00402553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1F88FE7C" w14:textId="77777777" w:rsidR="00006A43" w:rsidRPr="00402553" w:rsidRDefault="00006A43" w:rsidP="00402553">
      <w:pPr>
        <w:rPr>
          <w:rFonts w:ascii="Arial" w:hAnsi="Arial" w:cs="Arial"/>
          <w:szCs w:val="22"/>
        </w:rPr>
      </w:pPr>
    </w:p>
    <w:p w14:paraId="5A6B02AC" w14:textId="77777777" w:rsidR="00074744" w:rsidRPr="00402553" w:rsidRDefault="00074744" w:rsidP="00402553">
      <w:pPr>
        <w:rPr>
          <w:rFonts w:ascii="Arial" w:eastAsia="Arial" w:hAnsi="Arial" w:cs="Arial"/>
          <w:color w:val="000000"/>
          <w:szCs w:val="22"/>
        </w:rPr>
      </w:pPr>
    </w:p>
    <w:sectPr w:rsidR="00074744" w:rsidRPr="00402553" w:rsidSect="00402553">
      <w:footerReference w:type="default" r:id="rId15"/>
      <w:pgSz w:w="11906" w:h="16838"/>
      <w:pgMar w:top="709" w:right="1134" w:bottom="851" w:left="1134" w:header="709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20685" w14:textId="77777777" w:rsidR="001C4683" w:rsidRDefault="001C4683">
      <w:r>
        <w:separator/>
      </w:r>
    </w:p>
  </w:endnote>
  <w:endnote w:type="continuationSeparator" w:id="0">
    <w:p w14:paraId="73FAA01F" w14:textId="77777777" w:rsidR="001C4683" w:rsidRDefault="001C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31B1A914" w:rsidR="00444996" w:rsidRPr="00BD41C6" w:rsidRDefault="0096520E" w:rsidP="009652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fldChar w:fldCharType="begin"/>
    </w:r>
    <w:r>
      <w:rPr>
        <w:sz w:val="22"/>
      </w:rPr>
      <w:instrText xml:space="preserve"> FILENAME   \* MERGEFORMAT </w:instrText>
    </w:r>
    <w:r>
      <w:rPr>
        <w:sz w:val="22"/>
      </w:rPr>
      <w:fldChar w:fldCharType="separate"/>
    </w:r>
    <w:r w:rsidR="00732C45">
      <w:rPr>
        <w:noProof/>
        <w:sz w:val="22"/>
      </w:rPr>
      <w:t>AE_8815</w:t>
    </w:r>
    <w:r>
      <w:rPr>
        <w:sz w:val="22"/>
      </w:rPr>
      <w:fldChar w:fldCharType="end"/>
    </w:r>
    <w:r w:rsidRPr="0096520E">
      <w:rPr>
        <w:sz w:val="22"/>
      </w:rPr>
      <w:ptab w:relativeTo="margin" w:alignment="center" w:leader="none"/>
    </w:r>
    <w:r w:rsidRPr="0096520E">
      <w:rPr>
        <w:sz w:val="22"/>
      </w:rPr>
      <w:ptab w:relativeTo="margin" w:alignment="right" w:leader="none"/>
    </w:r>
    <w:r w:rsidRPr="0096520E">
      <w:rPr>
        <w:sz w:val="22"/>
      </w:rPr>
      <w:t xml:space="preserve">Page </w:t>
    </w:r>
    <w:r w:rsidRPr="0096520E">
      <w:rPr>
        <w:b/>
        <w:bCs/>
        <w:sz w:val="22"/>
      </w:rPr>
      <w:fldChar w:fldCharType="begin"/>
    </w:r>
    <w:r w:rsidRPr="0096520E">
      <w:rPr>
        <w:b/>
        <w:bCs/>
        <w:sz w:val="22"/>
      </w:rPr>
      <w:instrText>PAGE  \* Arabic  \* MERGEFORMAT</w:instrText>
    </w:r>
    <w:r w:rsidRPr="0096520E">
      <w:rPr>
        <w:b/>
        <w:bCs/>
        <w:sz w:val="22"/>
      </w:rPr>
      <w:fldChar w:fldCharType="separate"/>
    </w:r>
    <w:r w:rsidR="00402ABA">
      <w:rPr>
        <w:b/>
        <w:bCs/>
        <w:noProof/>
        <w:sz w:val="22"/>
      </w:rPr>
      <w:t>7</w:t>
    </w:r>
    <w:r w:rsidRPr="0096520E">
      <w:rPr>
        <w:b/>
        <w:bCs/>
        <w:sz w:val="22"/>
      </w:rPr>
      <w:fldChar w:fldCharType="end"/>
    </w:r>
    <w:r w:rsidRPr="0096520E">
      <w:rPr>
        <w:sz w:val="22"/>
      </w:rPr>
      <w:t xml:space="preserve"> sur </w:t>
    </w:r>
    <w:r w:rsidRPr="0096520E">
      <w:rPr>
        <w:b/>
        <w:bCs/>
        <w:sz w:val="22"/>
      </w:rPr>
      <w:fldChar w:fldCharType="begin"/>
    </w:r>
    <w:r w:rsidRPr="0096520E">
      <w:rPr>
        <w:b/>
        <w:bCs/>
        <w:sz w:val="22"/>
      </w:rPr>
      <w:instrText>NUMPAGES  \* Arabic  \* MERGEFORMAT</w:instrText>
    </w:r>
    <w:r w:rsidRPr="0096520E">
      <w:rPr>
        <w:b/>
        <w:bCs/>
        <w:sz w:val="22"/>
      </w:rPr>
      <w:fldChar w:fldCharType="separate"/>
    </w:r>
    <w:r w:rsidR="00402ABA">
      <w:rPr>
        <w:b/>
        <w:bCs/>
        <w:noProof/>
        <w:sz w:val="22"/>
      </w:rPr>
      <w:t>8</w:t>
    </w:r>
    <w:r w:rsidRPr="009652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6465C" w14:textId="77777777" w:rsidR="001C4683" w:rsidRDefault="001C4683">
      <w:r>
        <w:separator/>
      </w:r>
    </w:p>
  </w:footnote>
  <w:footnote w:type="continuationSeparator" w:id="0">
    <w:p w14:paraId="402FF54C" w14:textId="77777777" w:rsidR="001C4683" w:rsidRDefault="001C4683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A43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C4683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2553"/>
    <w:rsid w:val="00402ABA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06F6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2C45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3903"/>
    <w:rsid w:val="00945D5C"/>
    <w:rsid w:val="009475DC"/>
    <w:rsid w:val="00950B04"/>
    <w:rsid w:val="0095798E"/>
    <w:rsid w:val="009604AD"/>
    <w:rsid w:val="00961325"/>
    <w:rsid w:val="0096520E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E800A1-DF6A-4465-B9A4-7595BCB6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104</TotalTime>
  <Pages>8</Pages>
  <Words>1761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PELLEN Sylvain IEF MINDEF</cp:lastModifiedBy>
  <cp:revision>6</cp:revision>
  <cp:lastPrinted>2025-05-05T14:18:00Z</cp:lastPrinted>
  <dcterms:created xsi:type="dcterms:W3CDTF">2025-05-05T14:18:00Z</dcterms:created>
  <dcterms:modified xsi:type="dcterms:W3CDTF">2025-05-19T15:02:00Z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